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FA1EE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Calibri" w:hAnsi="Calibri" w:eastAsia="宋体" w:cs="Times New Roman"/>
          <w:sz w:val="28"/>
          <w:szCs w:val="28"/>
        </w:rPr>
        <w:t>615</w:t>
      </w:r>
    </w:p>
    <w:p w14:paraId="3AC153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Calibri" w:hAnsi="Calibri" w:eastAsia="宋体" w:cs="Times New Roman"/>
          <w:sz w:val="28"/>
          <w:szCs w:val="28"/>
        </w:rPr>
        <w:t>法学基础课</w:t>
      </w:r>
    </w:p>
    <w:p w14:paraId="2EF7C5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 w:ascii="Calibri" w:hAnsi="Calibri" w:eastAsia="宋体" w:cs="Times New Roman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43093F25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民法部分</w:t>
      </w:r>
    </w:p>
    <w:p w14:paraId="67B7BEC5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第一编总则</w:t>
      </w:r>
    </w:p>
    <w:p w14:paraId="7E1E285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第一章民法的基本原理</w:t>
      </w:r>
    </w:p>
    <w:p w14:paraId="1BDCD5A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第一节民法的概念和调整对象</w:t>
      </w:r>
    </w:p>
    <w:p w14:paraId="7ADE236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第二节民法基本原则</w:t>
      </w:r>
    </w:p>
    <w:p w14:paraId="1B79AB9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第三节民事法律关系</w:t>
      </w:r>
    </w:p>
    <w:p w14:paraId="536C720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第四节民法的渊源</w:t>
      </w:r>
    </w:p>
    <w:p w14:paraId="0AA1C26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第五节民法的适用</w:t>
      </w:r>
    </w:p>
    <w:p w14:paraId="53D943A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第二章民事主体</w:t>
      </w:r>
    </w:p>
    <w:p w14:paraId="2504495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第一节自然人</w:t>
      </w:r>
      <w:r>
        <w:rPr>
          <w:rFonts w:hint="eastAsia" w:ascii="宋体" w:hAnsi="宋体" w:eastAsia="宋体" w:cs="宋体"/>
        </w:rPr>
        <w:tab/>
      </w:r>
    </w:p>
    <w:p w14:paraId="7F58A50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第二节法人</w:t>
      </w:r>
    </w:p>
    <w:p w14:paraId="482C7F7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第三节非法人组织</w:t>
      </w:r>
    </w:p>
    <w:p w14:paraId="4164809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第三章民事权利</w:t>
      </w:r>
    </w:p>
    <w:p w14:paraId="7A10B38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第一节民事权利概述</w:t>
      </w:r>
    </w:p>
    <w:p w14:paraId="50E93E9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第二节民事权利的变动</w:t>
      </w:r>
    </w:p>
    <w:p w14:paraId="06F5CDA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第三节民事权利的行使</w:t>
      </w:r>
    </w:p>
    <w:p w14:paraId="26CFB75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第四节民事权利的救济</w:t>
      </w:r>
    </w:p>
    <w:p w14:paraId="2E58281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第四章民事法律行为</w:t>
      </w:r>
    </w:p>
    <w:p w14:paraId="220B8EC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第一节民事法律行为概述</w:t>
      </w:r>
    </w:p>
    <w:p w14:paraId="09CE7AD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第二节意思表示</w:t>
      </w:r>
    </w:p>
    <w:p w14:paraId="1A3F57D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第三节民事法律行为的成立和生效</w:t>
      </w:r>
    </w:p>
    <w:p w14:paraId="292B319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第四节附条件和附期限的民事法律行为</w:t>
      </w:r>
    </w:p>
    <w:p w14:paraId="5D6B76F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第五节民事法律行为的效力瑕疵</w:t>
      </w:r>
    </w:p>
    <w:p w14:paraId="0C80D71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第五章代理</w:t>
      </w:r>
    </w:p>
    <w:p w14:paraId="15017D2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第一节代理概述</w:t>
      </w:r>
    </w:p>
    <w:p w14:paraId="653E14F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第二节代理权</w:t>
      </w:r>
    </w:p>
    <w:p w14:paraId="7BD41EC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第三节无权代理</w:t>
      </w:r>
    </w:p>
    <w:p w14:paraId="36DD907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第六章民事责任</w:t>
      </w:r>
    </w:p>
    <w:p w14:paraId="06A0A43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第一节民事责任概述</w:t>
      </w:r>
    </w:p>
    <w:p w14:paraId="0BDF35A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第二节民事责任的免责事由</w:t>
      </w:r>
    </w:p>
    <w:p w14:paraId="3C0F172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第三节侵害英雄烈士等人格利益的民事责任</w:t>
      </w:r>
    </w:p>
    <w:p w14:paraId="2ED0BB4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第七章诉讼时效与期间</w:t>
      </w:r>
    </w:p>
    <w:p w14:paraId="0433F5F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第一节诉讼时效概述</w:t>
      </w:r>
    </w:p>
    <w:p w14:paraId="00F5F59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第二节诉讼时效的适用范围</w:t>
      </w:r>
    </w:p>
    <w:p w14:paraId="1DAE55F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第三节诉讼时效期间的计算</w:t>
      </w:r>
    </w:p>
    <w:p w14:paraId="394B7B1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第四节诉讼时效的效力</w:t>
      </w:r>
    </w:p>
    <w:p w14:paraId="077403F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第五节除斥期间</w:t>
      </w:r>
    </w:p>
    <w:p w14:paraId="73C833E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第六节期间及其计算</w:t>
      </w:r>
    </w:p>
    <w:p w14:paraId="25F3C298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第二编物权</w:t>
      </w:r>
    </w:p>
    <w:p w14:paraId="61CBE50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第一章物权与物权法概述</w:t>
      </w:r>
    </w:p>
    <w:p w14:paraId="644048E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第一节物权概述</w:t>
      </w:r>
    </w:p>
    <w:p w14:paraId="65AC95E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第二节物权法的基本原则</w:t>
      </w:r>
    </w:p>
    <w:p w14:paraId="3AEB87AE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第三节物权的保护</w:t>
      </w:r>
    </w:p>
    <w:p w14:paraId="5956AA97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第四节物权客体理论与新型财产权理论的发展</w:t>
      </w:r>
    </w:p>
    <w:p w14:paraId="4C856F6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第二章物权变动</w:t>
      </w:r>
    </w:p>
    <w:p w14:paraId="68B9056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第一节物权变动概述</w:t>
      </w:r>
    </w:p>
    <w:p w14:paraId="4441172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第二节基于法律行为的物权变动</w:t>
      </w:r>
    </w:p>
    <w:p w14:paraId="636BF61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第三节不动产登记</w:t>
      </w:r>
    </w:p>
    <w:p w14:paraId="76A3B79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第四节动产交付</w:t>
      </w:r>
    </w:p>
    <w:p w14:paraId="3A3200E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第五节非基于法律行为的物权变动</w:t>
      </w:r>
    </w:p>
    <w:p w14:paraId="10BF48C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第三章所有权的一般原理</w:t>
      </w:r>
    </w:p>
    <w:p w14:paraId="4C0715C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第一节所有权概述</w:t>
      </w:r>
    </w:p>
    <w:p w14:paraId="61A342C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第二节所有权的权能</w:t>
      </w:r>
    </w:p>
    <w:p w14:paraId="7C09122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第三节所有权的分类</w:t>
      </w:r>
    </w:p>
    <w:p w14:paraId="3B4AB0C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第四节所有权的取得</w:t>
      </w:r>
    </w:p>
    <w:p w14:paraId="369AF713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第四章业主的建筑物区分所有权</w:t>
      </w:r>
    </w:p>
    <w:p w14:paraId="17CD8EC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第一节业主的建筑物区分所有权的概念和特征</w:t>
      </w:r>
    </w:p>
    <w:p w14:paraId="21C13ED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第二节专有权</w:t>
      </w:r>
    </w:p>
    <w:p w14:paraId="0607AEF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第三节共有权</w:t>
      </w:r>
    </w:p>
    <w:p w14:paraId="72E76A5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第四节共同管理权</w:t>
      </w:r>
    </w:p>
    <w:p w14:paraId="63013FB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第五节业主大会和业主委员会</w:t>
      </w:r>
    </w:p>
    <w:p w14:paraId="3FAF68E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第五章相邻关系</w:t>
      </w:r>
    </w:p>
    <w:p w14:paraId="097C908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第一节相邻关系的概念和特征</w:t>
      </w:r>
    </w:p>
    <w:p w14:paraId="4445ED8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第二节处理相邻关系的原则</w:t>
      </w:r>
    </w:p>
    <w:p w14:paraId="07A2AD1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第三节相邻关系的种类</w:t>
      </w:r>
    </w:p>
    <w:p w14:paraId="79C3D55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第六章共有</w:t>
      </w:r>
    </w:p>
    <w:p w14:paraId="4FD2BA8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第一节共有概述</w:t>
      </w:r>
    </w:p>
    <w:p w14:paraId="7CA62AD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第二节按份共有</w:t>
      </w:r>
    </w:p>
    <w:p w14:paraId="4DDE58F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第三节共同共有</w:t>
      </w:r>
    </w:p>
    <w:p w14:paraId="6D35C23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第四节共有财产的分割</w:t>
      </w:r>
    </w:p>
    <w:p w14:paraId="6FA4700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第七章用益物权概述</w:t>
      </w:r>
    </w:p>
    <w:p w14:paraId="7C2138D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第一节用益物权的概念与功能</w:t>
      </w:r>
    </w:p>
    <w:p w14:paraId="06E13CE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第二节用益物权的特征</w:t>
      </w:r>
    </w:p>
    <w:p w14:paraId="41B871B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第三节用益物权的行使与保护</w:t>
      </w:r>
    </w:p>
    <w:p w14:paraId="7D72FBF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第四节准用益物权</w:t>
      </w:r>
    </w:p>
    <w:p w14:paraId="41E0638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第八章土地承包经营权</w:t>
      </w:r>
    </w:p>
    <w:p w14:paraId="75F3FDA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第一节土地承包经营权的概念和特征</w:t>
      </w:r>
    </w:p>
    <w:p w14:paraId="6E4285F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第二节土地承包经营权的取得</w:t>
      </w:r>
    </w:p>
    <w:p w14:paraId="329C898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第三节土地承包经营权的效力</w:t>
      </w:r>
    </w:p>
    <w:p w14:paraId="13FF2D1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第四节土地承包经营权的消灭</w:t>
      </w:r>
    </w:p>
    <w:p w14:paraId="6ECC6A6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第五节土地经营权</w:t>
      </w:r>
    </w:p>
    <w:p w14:paraId="319E7B0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第九章建设用地使用权</w:t>
      </w:r>
    </w:p>
    <w:p w14:paraId="2F9BD81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第一节建设用地使用权概述</w:t>
      </w:r>
    </w:p>
    <w:p w14:paraId="1517755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第二节建设用地使用权的取得</w:t>
      </w:r>
    </w:p>
    <w:p w14:paraId="5883AD4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第三节建设用地使用权的效力</w:t>
      </w:r>
    </w:p>
    <w:p w14:paraId="04359C0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第四节建设用地使用权的消灭</w:t>
      </w:r>
    </w:p>
    <w:p w14:paraId="2CD95651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第五节集体建设用地使用权</w:t>
      </w:r>
    </w:p>
    <w:p w14:paraId="51172742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第六节 空间利用权</w:t>
      </w:r>
    </w:p>
    <w:p w14:paraId="660FBEB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第十章宅基地使用权</w:t>
      </w:r>
    </w:p>
    <w:p w14:paraId="298B13E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第一节宅基地使用权概述</w:t>
      </w:r>
    </w:p>
    <w:p w14:paraId="4A5670C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第二节宅基地使用权的取得</w:t>
      </w:r>
      <w:r>
        <w:rPr>
          <w:rFonts w:hint="eastAsia" w:ascii="宋体" w:hAnsi="宋体" w:eastAsia="宋体" w:cs="宋体"/>
        </w:rPr>
        <w:tab/>
      </w:r>
    </w:p>
    <w:p w14:paraId="2DD8360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第三节宅基地使用权的效力</w:t>
      </w:r>
    </w:p>
    <w:p w14:paraId="509ABEA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第四节宅基地使用权的消灭</w:t>
      </w:r>
    </w:p>
    <w:p w14:paraId="5B85635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第十一章居住权</w:t>
      </w:r>
    </w:p>
    <w:p w14:paraId="1213D8E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第一节居住权概述</w:t>
      </w:r>
    </w:p>
    <w:p w14:paraId="4AF7B4A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第二节居住权的设立</w:t>
      </w:r>
    </w:p>
    <w:p w14:paraId="52976AF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第三节居住权的效力</w:t>
      </w:r>
    </w:p>
    <w:p w14:paraId="78EF292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第四节居住权的消灭</w:t>
      </w:r>
    </w:p>
    <w:p w14:paraId="3FC3A03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第十二章地役权</w:t>
      </w:r>
    </w:p>
    <w:p w14:paraId="26D5057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第一节地役权概述</w:t>
      </w:r>
    </w:p>
    <w:p w14:paraId="501A8FB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第二节地役权的取得</w:t>
      </w:r>
    </w:p>
    <w:p w14:paraId="503A1CB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第三节地役权的效力</w:t>
      </w:r>
    </w:p>
    <w:p w14:paraId="1DB6C4F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第四节地役权的消灭</w:t>
      </w:r>
    </w:p>
    <w:p w14:paraId="2BBB7613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第十三章担保物权概述</w:t>
      </w:r>
    </w:p>
    <w:p w14:paraId="303045C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第一节担保物权的概念特征与体系</w:t>
      </w:r>
    </w:p>
    <w:p w14:paraId="070CD17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第二节担保合同</w:t>
      </w:r>
    </w:p>
    <w:p w14:paraId="67FFC1A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第三节担保物权的竞存</w:t>
      </w:r>
    </w:p>
    <w:p w14:paraId="147FA85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第四节担保物权的消灭</w:t>
      </w:r>
    </w:p>
    <w:p w14:paraId="18208CD9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第十四章抵押权</w:t>
      </w:r>
    </w:p>
    <w:p w14:paraId="6C6900C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第一节抵押权概述</w:t>
      </w:r>
    </w:p>
    <w:p w14:paraId="63CF4D5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第二节抵押权的设立与登记</w:t>
      </w:r>
    </w:p>
    <w:p w14:paraId="06C0694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第三节抵押权的效力与实现</w:t>
      </w:r>
    </w:p>
    <w:p w14:paraId="419C105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第四节特殊抵押权</w:t>
      </w:r>
    </w:p>
    <w:p w14:paraId="3089A22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第十五章质权</w:t>
      </w:r>
    </w:p>
    <w:p w14:paraId="702473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第一节质权概述</w:t>
      </w:r>
    </w:p>
    <w:p w14:paraId="14BC640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第二节动产质权</w:t>
      </w:r>
    </w:p>
    <w:p w14:paraId="41FE584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第三节权利质权</w:t>
      </w:r>
    </w:p>
    <w:p w14:paraId="720AB31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第十六章留置权</w:t>
      </w:r>
    </w:p>
    <w:p w14:paraId="1E68BE5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第一节留置权概述</w:t>
      </w:r>
    </w:p>
    <w:p w14:paraId="25654C2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第二节留置权的成立</w:t>
      </w:r>
    </w:p>
    <w:p w14:paraId="496D88D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第三节留置权的效力</w:t>
      </w:r>
    </w:p>
    <w:p w14:paraId="47359A7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第四节留置权的实现</w:t>
      </w:r>
    </w:p>
    <w:p w14:paraId="08BA41B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第十七章占有</w:t>
      </w:r>
    </w:p>
    <w:p w14:paraId="4A58D1E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第一节占有概述</w:t>
      </w:r>
    </w:p>
    <w:p w14:paraId="64046F6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第二节占有的取得、变更与消灭</w:t>
      </w:r>
    </w:p>
    <w:p w14:paraId="71403B7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第三节占有的效力</w:t>
      </w:r>
    </w:p>
    <w:p w14:paraId="3DCEA333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第四节占有的保护</w:t>
      </w:r>
    </w:p>
    <w:p w14:paraId="38C50E0F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第五节担保司法解释规则</w:t>
      </w:r>
    </w:p>
    <w:p w14:paraId="6B7800A7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第三编合同</w:t>
      </w:r>
    </w:p>
    <w:p w14:paraId="76E6E38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第一章债与合同概述</w:t>
      </w:r>
    </w:p>
    <w:p w14:paraId="7184A0A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第一节债的概述</w:t>
      </w:r>
    </w:p>
    <w:p w14:paraId="3FB7752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第二节债的分类</w:t>
      </w:r>
    </w:p>
    <w:p w14:paraId="49F57FB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第三节合同概述</w:t>
      </w:r>
    </w:p>
    <w:p w14:paraId="1FFCB25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第四节合同法概述</w:t>
      </w:r>
    </w:p>
    <w:p w14:paraId="752DEC1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第二章合同的订立</w:t>
      </w:r>
    </w:p>
    <w:p w14:paraId="3DF0C44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第一节合同的成立</w:t>
      </w:r>
    </w:p>
    <w:p w14:paraId="72DE67E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第二节要约</w:t>
      </w:r>
    </w:p>
    <w:p w14:paraId="6C1FA9C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第三节承诺</w:t>
      </w:r>
    </w:p>
    <w:p w14:paraId="3F91700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第四节特殊的订约方式</w:t>
      </w:r>
    </w:p>
    <w:p w14:paraId="4B0B979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第五节合同成立的时间和地点</w:t>
      </w:r>
    </w:p>
    <w:p w14:paraId="20B9DD2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第六节格式条款和免责条款</w:t>
      </w:r>
    </w:p>
    <w:p w14:paraId="15FB6E8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第七节缔约过失责任</w:t>
      </w:r>
    </w:p>
    <w:p w14:paraId="32FE68E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第三章合同的效力</w:t>
      </w:r>
    </w:p>
    <w:p w14:paraId="5B4A470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第一节合同效力概述</w:t>
      </w:r>
    </w:p>
    <w:p w14:paraId="1D44D1A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第二节合同效力瑕疵的类型</w:t>
      </w:r>
    </w:p>
    <w:p w14:paraId="19E7906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第三节合同被确认无效或被撤销的后果</w:t>
      </w:r>
    </w:p>
    <w:p w14:paraId="246D437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第四章合同的履行</w:t>
      </w:r>
    </w:p>
    <w:p w14:paraId="55C0908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第一节合同履行概述</w:t>
      </w:r>
    </w:p>
    <w:p w14:paraId="0D3024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第二节合同履行的基本规则</w:t>
      </w:r>
    </w:p>
    <w:p w14:paraId="5C3A7E7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第三节合同履行中的抗辩权</w:t>
      </w:r>
    </w:p>
    <w:p w14:paraId="6404453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第四节情势变更</w:t>
      </w:r>
    </w:p>
    <w:p w14:paraId="43E0703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第五章合同的保全</w:t>
      </w:r>
    </w:p>
    <w:p w14:paraId="0053346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第一节合同保全概述</w:t>
      </w:r>
    </w:p>
    <w:p w14:paraId="2C0BF3F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第二节债权人代位权</w:t>
      </w:r>
    </w:p>
    <w:p w14:paraId="469168A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第三节债权人撤销权</w:t>
      </w:r>
    </w:p>
    <w:p w14:paraId="39C0821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第六章合同的变更和转让</w:t>
      </w:r>
    </w:p>
    <w:p w14:paraId="208AB7D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第一节合同的变更</w:t>
      </w:r>
    </w:p>
    <w:p w14:paraId="504858F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第二节合同债权的转让</w:t>
      </w:r>
    </w:p>
    <w:p w14:paraId="6C7D2ED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第三节合同债务的转移</w:t>
      </w:r>
    </w:p>
    <w:p w14:paraId="2E005A8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第四节合同权利和义务的概括转让</w:t>
      </w:r>
    </w:p>
    <w:p w14:paraId="5DFCA5F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第七章合同的权利义务终止</w:t>
      </w:r>
    </w:p>
    <w:p w14:paraId="3481342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第一节合同的权利义务终止概述</w:t>
      </w:r>
    </w:p>
    <w:p w14:paraId="3FE62DB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第二节清偿</w:t>
      </w:r>
    </w:p>
    <w:p w14:paraId="23A4962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第三节合同的解除</w:t>
      </w:r>
    </w:p>
    <w:p w14:paraId="37E36D0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第四节合同的司法终止</w:t>
      </w:r>
    </w:p>
    <w:p w14:paraId="0D2E66F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第五节抵销</w:t>
      </w:r>
    </w:p>
    <w:p w14:paraId="588751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第六节提存</w:t>
      </w:r>
    </w:p>
    <w:p w14:paraId="1397F8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第七节免除</w:t>
      </w:r>
    </w:p>
    <w:p w14:paraId="744B319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第八节混同</w:t>
      </w:r>
    </w:p>
    <w:p w14:paraId="31DBC13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第八章违约责任</w:t>
      </w:r>
    </w:p>
    <w:p w14:paraId="5604B09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第一节违约责任概述</w:t>
      </w:r>
    </w:p>
    <w:p w14:paraId="21570F4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第二节违约行为形态</w:t>
      </w:r>
    </w:p>
    <w:p w14:paraId="070EF1E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第三节实际履行责任</w:t>
      </w:r>
    </w:p>
    <w:p w14:paraId="16DC4C9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第四节损害赔偿责任</w:t>
      </w:r>
    </w:p>
    <w:p w14:paraId="20136EB3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第五节违约金和定金</w:t>
      </w:r>
    </w:p>
    <w:p w14:paraId="065CC6C8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第六节合同总则司法解释规则</w:t>
      </w:r>
    </w:p>
    <w:p w14:paraId="1C2CE17B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第九章典型合同（一）</w:t>
      </w:r>
    </w:p>
    <w:p w14:paraId="34FF7D3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第—节买卖合同概述</w:t>
      </w:r>
    </w:p>
    <w:p w14:paraId="5C8203E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第二节买卖合同的效力</w:t>
      </w:r>
    </w:p>
    <w:p w14:paraId="4C6302D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第三节标的物的风险负担与利益承受</w:t>
      </w:r>
    </w:p>
    <w:p w14:paraId="5210508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第四节特种买卖合同</w:t>
      </w:r>
    </w:p>
    <w:p w14:paraId="2E9C41F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第十章典型合同（二）</w:t>
      </w:r>
    </w:p>
    <w:p w14:paraId="7514736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第一节供用电、水、气、热力合同</w:t>
      </w:r>
    </w:p>
    <w:p w14:paraId="50FE876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第二节赠与合同</w:t>
      </w:r>
    </w:p>
    <w:p w14:paraId="48C5C14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第三节借款合同</w:t>
      </w:r>
    </w:p>
    <w:p w14:paraId="7EAA752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第四节保证合同</w:t>
      </w:r>
    </w:p>
    <w:p w14:paraId="6D0CC14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第五节租赁合同</w:t>
      </w:r>
    </w:p>
    <w:p w14:paraId="08CFA58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第六节融资租赁合同</w:t>
      </w:r>
    </w:p>
    <w:p w14:paraId="01CB9CE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第七节保理合同</w:t>
      </w:r>
    </w:p>
    <w:p w14:paraId="44D08AC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第十一章典型合同（三）</w:t>
      </w:r>
    </w:p>
    <w:p w14:paraId="33F168A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第一节承揽合同</w:t>
      </w:r>
    </w:p>
    <w:p w14:paraId="493B545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第二节建设工程合同</w:t>
      </w:r>
    </w:p>
    <w:p w14:paraId="6A74670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第三节运输合同</w:t>
      </w:r>
    </w:p>
    <w:p w14:paraId="0B8F1FD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第四节技术合同</w:t>
      </w:r>
    </w:p>
    <w:p w14:paraId="62A558A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第五节保管合同</w:t>
      </w:r>
    </w:p>
    <w:p w14:paraId="751D78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第六节仓储合同</w:t>
      </w:r>
    </w:p>
    <w:p w14:paraId="3DAE2755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第十二章典型合同（四）</w:t>
      </w:r>
      <w:r>
        <w:rPr>
          <w:rFonts w:hint="eastAsia" w:ascii="宋体" w:hAnsi="宋体" w:eastAsia="宋体" w:cs="宋体"/>
        </w:rPr>
        <w:tab/>
      </w:r>
    </w:p>
    <w:p w14:paraId="08CA8A5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第一节委托合同</w:t>
      </w:r>
    </w:p>
    <w:p w14:paraId="1E57EAB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第二节物业服务合同</w:t>
      </w:r>
    </w:p>
    <w:p w14:paraId="781D371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第三节行纪合同</w:t>
      </w:r>
    </w:p>
    <w:p w14:paraId="470A7D4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第四节中介合同</w:t>
      </w:r>
    </w:p>
    <w:p w14:paraId="74488EB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第五节合伙合同</w:t>
      </w:r>
    </w:p>
    <w:p w14:paraId="1996299B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第十三章准合同</w:t>
      </w:r>
    </w:p>
    <w:p w14:paraId="4BED6CE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第一节无因管理</w:t>
      </w:r>
    </w:p>
    <w:p w14:paraId="1EC9C5DC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第二节不当得利</w:t>
      </w:r>
    </w:p>
    <w:p w14:paraId="1E8C5EC5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第四编人格权</w:t>
      </w:r>
    </w:p>
    <w:p w14:paraId="1A27B138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第一章人格权概述</w:t>
      </w:r>
    </w:p>
    <w:p w14:paraId="1B7537E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第一节人格权的概念和特征</w:t>
      </w:r>
    </w:p>
    <w:p w14:paraId="5DE2A83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第二节人格权与其他权利</w:t>
      </w:r>
    </w:p>
    <w:p w14:paraId="78D7B3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第三节一般人格权</w:t>
      </w:r>
    </w:p>
    <w:p w14:paraId="0DD9515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第四节死者人格利益的保护</w:t>
      </w:r>
    </w:p>
    <w:p w14:paraId="3AAE3EA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第五节人格权的限制</w:t>
      </w:r>
    </w:p>
    <w:p w14:paraId="1C52BD8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第六节人格利益的许可使用</w:t>
      </w:r>
    </w:p>
    <w:p w14:paraId="1DD8B22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第二章生命权、身体权和健康权</w:t>
      </w:r>
    </w:p>
    <w:p w14:paraId="25851C7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第一节生命权</w:t>
      </w:r>
    </w:p>
    <w:p w14:paraId="02B9691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第二节身体权</w:t>
      </w:r>
    </w:p>
    <w:p w14:paraId="7F9046A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第三节健康权</w:t>
      </w:r>
    </w:p>
    <w:p w14:paraId="4888105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第四节性骚扰的法律规制</w:t>
      </w:r>
    </w:p>
    <w:p w14:paraId="16B17C8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第三章姓名权和名称权</w:t>
      </w:r>
    </w:p>
    <w:p w14:paraId="4221972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第一节姓名权</w:t>
      </w:r>
    </w:p>
    <w:p w14:paraId="552180A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第二节名称权</w:t>
      </w:r>
    </w:p>
    <w:p w14:paraId="04E2511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第四章肖像权</w:t>
      </w:r>
    </w:p>
    <w:p w14:paraId="3692B23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第一节肖像权的概念和特征</w:t>
      </w:r>
    </w:p>
    <w:p w14:paraId="73AF18B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第二节肖像权的权能</w:t>
      </w:r>
    </w:p>
    <w:p w14:paraId="46D964A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第三节肖像权侵权责任的构成要件</w:t>
      </w:r>
    </w:p>
    <w:p w14:paraId="3BAC0B1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第四节对自然人声音保护的参照适用</w:t>
      </w:r>
    </w:p>
    <w:p w14:paraId="1559E50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第五章名誉权和荣誉权</w:t>
      </w:r>
    </w:p>
    <w:p w14:paraId="776616E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第一节名誉权概述</w:t>
      </w:r>
    </w:p>
    <w:p w14:paraId="4FD19D7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第二节名誉权侵权行为的认定</w:t>
      </w:r>
    </w:p>
    <w:p w14:paraId="2FC8004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第三节特殊的名誉权侵权行为</w:t>
      </w:r>
    </w:p>
    <w:p w14:paraId="1DB428B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第四节荣誉权概述</w:t>
      </w:r>
    </w:p>
    <w:p w14:paraId="064672E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第六章隐私权和个人信息保护</w:t>
      </w:r>
    </w:p>
    <w:p w14:paraId="22E7A85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第一节隐私权</w:t>
      </w:r>
    </w:p>
    <w:p w14:paraId="647AEB9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第二节个人信息</w:t>
      </w:r>
    </w:p>
    <w:p w14:paraId="64D8B9F3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第七章人格权的保护</w:t>
      </w:r>
    </w:p>
    <w:p w14:paraId="48B9370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第一节侵害人格权的民事责任</w:t>
      </w:r>
    </w:p>
    <w:p w14:paraId="681897A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第二节人格权侵害禁令制度</w:t>
      </w:r>
    </w:p>
    <w:p w14:paraId="779928B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第三节因违约损害人格权的精神损害赔偿</w:t>
      </w:r>
    </w:p>
    <w:p w14:paraId="37935146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第五编婚姻家庭</w:t>
      </w:r>
    </w:p>
    <w:p w14:paraId="17EEC3B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第一章婚姻家庭法概述</w:t>
      </w:r>
    </w:p>
    <w:p w14:paraId="5B960CF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第一节婚姻家庭的概念</w:t>
      </w:r>
    </w:p>
    <w:p w14:paraId="715E360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第二节婚姻家庭法的基本原则</w:t>
      </w:r>
    </w:p>
    <w:p w14:paraId="16CD480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第二章结婚制度</w:t>
      </w:r>
    </w:p>
    <w:p w14:paraId="15C2C1C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第一节结婚制度概述</w:t>
      </w:r>
    </w:p>
    <w:p w14:paraId="3AB2143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第二节结婚的条件</w:t>
      </w:r>
    </w:p>
    <w:p w14:paraId="3F046B1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第三节婚姻无效和可撤销</w:t>
      </w:r>
    </w:p>
    <w:p w14:paraId="6335F9D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第三章家庭关系</w:t>
      </w:r>
    </w:p>
    <w:p w14:paraId="7B894F7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第一节夫妻关系</w:t>
      </w:r>
    </w:p>
    <w:p w14:paraId="451EF2B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第二节父母子女关系</w:t>
      </w:r>
    </w:p>
    <w:p w14:paraId="6274875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第三节其他近亲属关系</w:t>
      </w:r>
    </w:p>
    <w:p w14:paraId="25CC5C8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第四章离婚制度</w:t>
      </w:r>
    </w:p>
    <w:p w14:paraId="190045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第一节离婚制度概述</w:t>
      </w:r>
    </w:p>
    <w:p w14:paraId="5FD7925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第二节登记离婚</w:t>
      </w:r>
    </w:p>
    <w:p w14:paraId="1535056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第三节诉讼离婚</w:t>
      </w:r>
    </w:p>
    <w:p w14:paraId="2B30745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第四节离婚的效力</w:t>
      </w:r>
    </w:p>
    <w:p w14:paraId="6D3577A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第五章收养制度</w:t>
      </w:r>
    </w:p>
    <w:p w14:paraId="6CD91ED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第一节收养制度概述</w:t>
      </w:r>
    </w:p>
    <w:p w14:paraId="2CD9CD0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第二节收养关系的成立</w:t>
      </w:r>
    </w:p>
    <w:p w14:paraId="4EB9812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第三节收养的效力</w:t>
      </w:r>
    </w:p>
    <w:p w14:paraId="251D626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第四节收养关系的解除</w:t>
      </w:r>
    </w:p>
    <w:p w14:paraId="05F8AE9F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第六编继承</w:t>
      </w:r>
    </w:p>
    <w:p w14:paraId="51F8024C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第一章继承与继承法概述</w:t>
      </w:r>
    </w:p>
    <w:p w14:paraId="7FFFFE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第一节继承的概念和类型</w:t>
      </w:r>
    </w:p>
    <w:p w14:paraId="725C80B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第二节继承法概述</w:t>
      </w:r>
    </w:p>
    <w:p w14:paraId="7B59DE4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第三节继承权</w:t>
      </w:r>
    </w:p>
    <w:p w14:paraId="4662E36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第四节继承的开始</w:t>
      </w:r>
    </w:p>
    <w:p w14:paraId="67CBC3A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第五节遗产</w:t>
      </w:r>
    </w:p>
    <w:p w14:paraId="41450F8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第二章法定继承</w:t>
      </w:r>
    </w:p>
    <w:p w14:paraId="7236F3F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第一节法定继承概述</w:t>
      </w:r>
    </w:p>
    <w:p w14:paraId="338D495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第二节法定继承人的范围与继承顺序</w:t>
      </w:r>
    </w:p>
    <w:p w14:paraId="198401C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第三节代位继承</w:t>
      </w:r>
    </w:p>
    <w:p w14:paraId="3F19DA1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第四节法定继承的遗产分配</w:t>
      </w:r>
    </w:p>
    <w:p w14:paraId="2B1ED64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第三章遗嘱继承</w:t>
      </w:r>
    </w:p>
    <w:p w14:paraId="7E4B373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第一节遗嘱继承概述</w:t>
      </w:r>
    </w:p>
    <w:p w14:paraId="69FE08F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第二节遗嘱与遗嘱能力</w:t>
      </w:r>
    </w:p>
    <w:p w14:paraId="1651B35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第三节遗嘱的内容与形式</w:t>
      </w:r>
    </w:p>
    <w:p w14:paraId="087BD50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第四节遗嘱的效力</w:t>
      </w:r>
    </w:p>
    <w:p w14:paraId="6180492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第五节遗嘱的撤回与变更</w:t>
      </w:r>
    </w:p>
    <w:p w14:paraId="019E33A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第六节遗嘱的执行</w:t>
      </w:r>
    </w:p>
    <w:p w14:paraId="76D24EF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第七节附义务遗嘱</w:t>
      </w:r>
    </w:p>
    <w:p w14:paraId="5A9DF667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第四章遗赠与遗赠扶养协议</w:t>
      </w:r>
    </w:p>
    <w:p w14:paraId="564F5C1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第一节遗赠</w:t>
      </w:r>
    </w:p>
    <w:p w14:paraId="6991D7E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第二节遗赠扶养协议</w:t>
      </w:r>
    </w:p>
    <w:p w14:paraId="54C8563D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第五章遗产的处理</w:t>
      </w:r>
    </w:p>
    <w:p w14:paraId="6FED282F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第一节遗产的保管与管理</w:t>
      </w:r>
    </w:p>
    <w:p w14:paraId="7BE02E9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第二节转继承</w:t>
      </w:r>
    </w:p>
    <w:p w14:paraId="5063549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第三节遗产的分割</w:t>
      </w:r>
    </w:p>
    <w:p w14:paraId="5CE72AE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第四节被继承人债务的清偿</w:t>
      </w:r>
    </w:p>
    <w:p w14:paraId="0F03B6D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第五节无人承受遗产的处理</w:t>
      </w:r>
    </w:p>
    <w:p w14:paraId="75E3102B"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第七编侵权责任</w:t>
      </w:r>
    </w:p>
    <w:p w14:paraId="4A25EA1B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第一章侵权责任法概述</w:t>
      </w:r>
    </w:p>
    <w:p w14:paraId="757535F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第一节侵权责任与侵权责任法概述</w:t>
      </w:r>
    </w:p>
    <w:p w14:paraId="2C25547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第二节侵权责任的归责原则</w:t>
      </w:r>
    </w:p>
    <w:p w14:paraId="72E1414A">
      <w:pPr>
        <w:ind w:left="840" w:left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第三节多元化的损失补救制度</w:t>
      </w:r>
    </w:p>
    <w:p w14:paraId="76DF0DAC">
      <w:pPr>
        <w:ind w:left="840" w:left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第四节侵权责任与违约责任的关系</w:t>
      </w:r>
    </w:p>
    <w:p w14:paraId="33FC300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第二章损害赔偿</w:t>
      </w:r>
    </w:p>
    <w:p w14:paraId="6608951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第一节损害赔偿概述</w:t>
      </w:r>
    </w:p>
    <w:p w14:paraId="7E4E537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第二节人身损害赔偿</w:t>
      </w:r>
    </w:p>
    <w:p w14:paraId="381780B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第三节财产损害赔偿</w:t>
      </w:r>
    </w:p>
    <w:p w14:paraId="0672929B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第四节精神损害赔偿</w:t>
      </w:r>
    </w:p>
    <w:p w14:paraId="68C5025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第五节惩罚性赔偿</w:t>
      </w:r>
    </w:p>
    <w:p w14:paraId="07FA939A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第三章一般侵权责任</w:t>
      </w:r>
    </w:p>
    <w:p w14:paraId="51E41B6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第一节一般侵权责任概述</w:t>
      </w:r>
    </w:p>
    <w:p w14:paraId="25479B3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第二节民事权益被侵害与损害</w:t>
      </w:r>
    </w:p>
    <w:p w14:paraId="71666E7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第三节因果关系</w:t>
      </w:r>
    </w:p>
    <w:p w14:paraId="09FA0F2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第四节过错</w:t>
      </w:r>
    </w:p>
    <w:p w14:paraId="680A32C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第五节侵权责任的免责与减责事由</w:t>
      </w:r>
    </w:p>
    <w:p w14:paraId="614E2AF4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第四章数人侵权责任</w:t>
      </w:r>
    </w:p>
    <w:p w14:paraId="73C765E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第一节数人侵权责任概述</w:t>
      </w:r>
    </w:p>
    <w:p w14:paraId="1A6E491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第二节共同加害行为</w:t>
      </w:r>
    </w:p>
    <w:p w14:paraId="58C2533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第三节教唆帮助行为</w:t>
      </w:r>
    </w:p>
    <w:p w14:paraId="0E2A5B5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第四节共同危险行为</w:t>
      </w:r>
    </w:p>
    <w:p w14:paraId="0A9B9D6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第五节无意思联络的数人侵权</w:t>
      </w:r>
    </w:p>
    <w:p w14:paraId="769D722C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第五章侵权责任主体的特殊规定</w:t>
      </w:r>
    </w:p>
    <w:p w14:paraId="0F3278EA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第一节监护人责任</w:t>
      </w:r>
    </w:p>
    <w:p w14:paraId="709F0B8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第二节暂时没有意识或失去控制造成他人损害时的侵权责任</w:t>
      </w:r>
    </w:p>
    <w:p w14:paraId="524EE46E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第三节用人者责任</w:t>
      </w:r>
    </w:p>
    <w:p w14:paraId="15266E8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第四节定作人侵权责任</w:t>
      </w:r>
    </w:p>
    <w:p w14:paraId="486EEA8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第五节网络侵权责任</w:t>
      </w:r>
    </w:p>
    <w:p w14:paraId="4F70463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第六节违反安全保障义务的侵权责任</w:t>
      </w:r>
    </w:p>
    <w:p w14:paraId="2E43DEB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第七节教育机构的侵权责任</w:t>
      </w:r>
    </w:p>
    <w:p w14:paraId="49E35E82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第六章产品责任</w:t>
      </w:r>
    </w:p>
    <w:p w14:paraId="2C441A8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第一节产品责任概述</w:t>
      </w:r>
    </w:p>
    <w:p w14:paraId="496DBE2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第二节产品责任的构成要件</w:t>
      </w:r>
    </w:p>
    <w:p w14:paraId="0BD83E8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第三节产品责任的法律后果</w:t>
      </w:r>
    </w:p>
    <w:p w14:paraId="156F8DA0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第七章机动车交通事故责任</w:t>
      </w:r>
    </w:p>
    <w:p w14:paraId="0CCB92C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第一节机动车交通事故责任概述</w:t>
      </w:r>
    </w:p>
    <w:p w14:paraId="22B96E3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第二节机动车交通事故责任的构成要件</w:t>
      </w:r>
    </w:p>
    <w:p w14:paraId="6B9C311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第三节机动车交通事故责任的主体</w:t>
      </w:r>
    </w:p>
    <w:p w14:paraId="52F2AC1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第四节机动车交通事故责任的减责与免责事由</w:t>
      </w:r>
    </w:p>
    <w:p w14:paraId="3F83DE3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第五节交通事故的责任强制保险与社会救助基金</w:t>
      </w:r>
    </w:p>
    <w:p w14:paraId="0DBD289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第八章医疗损害责任</w:t>
      </w:r>
    </w:p>
    <w:p w14:paraId="52E8D6E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第一节医疗损害责任概述</w:t>
      </w:r>
    </w:p>
    <w:p w14:paraId="22699F82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第二节医疗损害责任的构成要件</w:t>
      </w:r>
    </w:p>
    <w:p w14:paraId="42A8739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第三节医疗损害责任的法律后果</w:t>
      </w:r>
    </w:p>
    <w:p w14:paraId="11B29B7E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第九章环境污染和生态破坏责任</w:t>
      </w:r>
    </w:p>
    <w:p w14:paraId="45F2A92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第一节环境污染和生态破坏责任概述</w:t>
      </w:r>
    </w:p>
    <w:p w14:paraId="3BD9DCE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第二节环境污染和生态破坏责任的构成要件</w:t>
      </w:r>
    </w:p>
    <w:p w14:paraId="7D51BB0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第三节环境污染和生态破坏责任的法律后果</w:t>
      </w:r>
    </w:p>
    <w:p w14:paraId="4C265193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第四节生态环境损害责任</w:t>
      </w:r>
    </w:p>
    <w:p w14:paraId="1028969F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第十章高度危险责任</w:t>
      </w:r>
    </w:p>
    <w:p w14:paraId="632089B4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第一节高度危险责任概述</w:t>
      </w:r>
    </w:p>
    <w:p w14:paraId="240C902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第二节核事故损害责任</w:t>
      </w:r>
    </w:p>
    <w:p w14:paraId="6BE2D94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第三节民用航空器致害责任</w:t>
      </w:r>
    </w:p>
    <w:p w14:paraId="66A10D9C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第四节高度危险物致害责任</w:t>
      </w:r>
    </w:p>
    <w:p w14:paraId="20DF528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第五节高度危险活动致害责任</w:t>
      </w:r>
    </w:p>
    <w:p w14:paraId="02910CED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第六节高度危险区域致害责任</w:t>
      </w:r>
    </w:p>
    <w:p w14:paraId="723DA676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第十一章饲养动物损害责任</w:t>
      </w:r>
    </w:p>
    <w:p w14:paraId="75E33B59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第一节饲养动物损害责任概述</w:t>
      </w:r>
    </w:p>
    <w:p w14:paraId="5A1EA72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第二节饲养动物损害责任的构成要件</w:t>
      </w:r>
    </w:p>
    <w:p w14:paraId="480CD971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第三节饲养动物损害责任的法律后果</w:t>
      </w:r>
    </w:p>
    <w:p w14:paraId="16917611"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第十二章建筑物和物件损害责任</w:t>
      </w:r>
    </w:p>
    <w:p w14:paraId="029D211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第一节建筑物和物件损害责任概述</w:t>
      </w:r>
    </w:p>
    <w:p w14:paraId="0480FF16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第二节建筑物、构筑物及其他设施致害责任</w:t>
      </w:r>
    </w:p>
    <w:p w14:paraId="2DE72C30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第三节林木致害责任</w:t>
      </w:r>
    </w:p>
    <w:p w14:paraId="78ACB478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第四节地面施工致害责任</w:t>
      </w:r>
    </w:p>
    <w:p w14:paraId="32B9318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第五节地下设施致害责任</w:t>
      </w:r>
    </w:p>
    <w:p w14:paraId="72E1719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第六节搁置物与悬挂物致害责任</w:t>
      </w:r>
    </w:p>
    <w:p w14:paraId="5DFD29C5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第七节抛掷物与坠落物致害责任</w:t>
      </w:r>
    </w:p>
    <w:p w14:paraId="212558E7">
      <w:pPr>
        <w:ind w:left="840" w:left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第八节堆放物致害责任</w:t>
      </w:r>
    </w:p>
    <w:p w14:paraId="62D42D7D">
      <w:pPr>
        <w:ind w:left="840" w:leftChars="400"/>
        <w:rPr>
          <w:rFonts w:hint="eastAsia"/>
          <w:b/>
          <w:sz w:val="28"/>
          <w:szCs w:val="28"/>
        </w:rPr>
      </w:pPr>
      <w:r>
        <w:rPr>
          <w:rFonts w:hint="eastAsia" w:ascii="宋体" w:hAnsi="宋体" w:eastAsia="宋体" w:cs="宋体"/>
        </w:rPr>
        <w:t>第九节妨碍通行的物品致害责任</w:t>
      </w:r>
    </w:p>
    <w:p w14:paraId="1593C3D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刑法部分</w:t>
      </w:r>
    </w:p>
    <w:p w14:paraId="3FE06E3C"/>
    <w:p w14:paraId="558DC420">
      <w:pPr>
        <w:rPr>
          <w:sz w:val="24"/>
        </w:rPr>
      </w:pPr>
      <w:r>
        <w:rPr>
          <w:rFonts w:hint="eastAsia"/>
          <w:sz w:val="24"/>
        </w:rPr>
        <w:t>上编刑法总论</w:t>
      </w:r>
    </w:p>
    <w:p w14:paraId="4A0B9D32">
      <w:pPr>
        <w:rPr>
          <w:sz w:val="24"/>
        </w:rPr>
      </w:pPr>
      <w:r>
        <w:rPr>
          <w:rFonts w:hint="eastAsia"/>
          <w:sz w:val="24"/>
        </w:rPr>
        <w:t>第一章刑法概说</w:t>
      </w:r>
    </w:p>
    <w:p w14:paraId="157D233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第一节刑法的概念和性质</w:t>
      </w:r>
    </w:p>
    <w:p w14:paraId="2D95637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第二节刑法的制定和修改</w:t>
      </w:r>
    </w:p>
    <w:p w14:paraId="281D795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第三节刑法的根据和任务</w:t>
      </w:r>
    </w:p>
    <w:p w14:paraId="34602DB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第四节刑法的体系和解释</w:t>
      </w:r>
    </w:p>
    <w:p w14:paraId="5B6D93AF">
      <w:pPr>
        <w:rPr>
          <w:sz w:val="24"/>
        </w:rPr>
      </w:pPr>
      <w:r>
        <w:rPr>
          <w:rFonts w:hint="eastAsia"/>
          <w:sz w:val="24"/>
        </w:rPr>
        <w:t>第二章刑法的基本原则</w:t>
      </w:r>
    </w:p>
    <w:p w14:paraId="66C74AA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第一节刑法的基本原则概述</w:t>
      </w:r>
    </w:p>
    <w:p w14:paraId="716C468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第二节罪刑法定原则</w:t>
      </w:r>
    </w:p>
    <w:p w14:paraId="48CC196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第三节适用刑法人人平等原则</w:t>
      </w:r>
    </w:p>
    <w:p w14:paraId="4411B500">
      <w:pPr>
        <w:numPr>
          <w:ilvl w:val="0"/>
          <w:numId w:val="0"/>
        </w:numPr>
        <w:ind w:firstLine="240" w:firstLineChars="1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第四节罪责刑相适应原则</w:t>
      </w:r>
    </w:p>
    <w:p w14:paraId="261162AB">
      <w:pPr>
        <w:numPr>
          <w:ilvl w:val="0"/>
          <w:numId w:val="0"/>
        </w:numPr>
        <w:ind w:firstLine="240" w:firstLineChars="100"/>
        <w:rPr>
          <w:rFonts w:hint="default"/>
          <w:sz w:val="24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4"/>
          <w:szCs w:val="22"/>
          <w:lang w:val="en-US" w:eastAsia="zh-CN" w:bidi="ar-SA"/>
        </w:rPr>
        <w:t>第五节</w:t>
      </w:r>
      <w:r>
        <w:rPr>
          <w:rFonts w:hint="eastAsia"/>
          <w:sz w:val="24"/>
          <w:lang w:val="en-US" w:eastAsia="zh-CN"/>
        </w:rPr>
        <w:t>保障人权原则</w:t>
      </w:r>
    </w:p>
    <w:p w14:paraId="3C6901F7">
      <w:pPr>
        <w:numPr>
          <w:ilvl w:val="0"/>
          <w:numId w:val="0"/>
        </w:numPr>
        <w:ind w:firstLine="240" w:firstLineChars="100"/>
        <w:rPr>
          <w:sz w:val="24"/>
        </w:rPr>
      </w:pPr>
      <w:r>
        <w:rPr>
          <w:rFonts w:hint="eastAsia"/>
          <w:sz w:val="24"/>
          <w:lang w:val="en-US" w:eastAsia="zh-CN"/>
        </w:rPr>
        <w:t>第六节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罪责自负原则和主客观相统一原则</w:t>
      </w:r>
    </w:p>
    <w:p w14:paraId="7E244209">
      <w:pPr>
        <w:rPr>
          <w:sz w:val="24"/>
        </w:rPr>
      </w:pPr>
      <w:r>
        <w:rPr>
          <w:rFonts w:hint="eastAsia"/>
          <w:sz w:val="24"/>
        </w:rPr>
        <w:t>第三章刑法的效力范围</w:t>
      </w:r>
    </w:p>
    <w:p w14:paraId="54E00ED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第一节刑法的空间效力</w:t>
      </w:r>
    </w:p>
    <w:p w14:paraId="0E60C07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第二节刑法的时间效力</w:t>
      </w:r>
    </w:p>
    <w:p w14:paraId="45BDC18C">
      <w:pPr>
        <w:rPr>
          <w:sz w:val="24"/>
        </w:rPr>
      </w:pPr>
      <w:r>
        <w:rPr>
          <w:rFonts w:hint="eastAsia"/>
          <w:sz w:val="24"/>
        </w:rPr>
        <w:t>第四章犯罪概念与犯罪构成</w:t>
      </w:r>
    </w:p>
    <w:p w14:paraId="0E7F0D3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第一节犯罪概念</w:t>
      </w:r>
    </w:p>
    <w:p w14:paraId="369F842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第二节犯罪构成</w:t>
      </w:r>
    </w:p>
    <w:p w14:paraId="5C885D61">
      <w:pPr>
        <w:rPr>
          <w:sz w:val="24"/>
        </w:rPr>
      </w:pPr>
      <w:r>
        <w:rPr>
          <w:rFonts w:hint="eastAsia"/>
          <w:sz w:val="24"/>
        </w:rPr>
        <w:t>第五章犯罪客体</w:t>
      </w:r>
    </w:p>
    <w:p w14:paraId="35392D8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第一节犯罪客体概述</w:t>
      </w:r>
    </w:p>
    <w:p w14:paraId="62FF083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第二节犯罪客体的分类</w:t>
      </w:r>
    </w:p>
    <w:p w14:paraId="42BB205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第三节犯罪客体与犯罪对象</w:t>
      </w:r>
    </w:p>
    <w:p w14:paraId="76BB978D">
      <w:pPr>
        <w:rPr>
          <w:sz w:val="24"/>
        </w:rPr>
      </w:pPr>
      <w:r>
        <w:rPr>
          <w:rFonts w:hint="eastAsia"/>
          <w:sz w:val="24"/>
        </w:rPr>
        <w:t>第六章犯罪客观方面</w:t>
      </w:r>
    </w:p>
    <w:p w14:paraId="0D89072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第一节犯罪客观方面概述</w:t>
      </w:r>
    </w:p>
    <w:p w14:paraId="50C0B23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第二节危害行为</w:t>
      </w:r>
    </w:p>
    <w:p w14:paraId="2A6663E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第三节危害结果</w:t>
      </w:r>
    </w:p>
    <w:p w14:paraId="7712C3A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  <w:lang w:val="en-US" w:eastAsia="zh-CN"/>
        </w:rPr>
        <w:t>刑法上</w:t>
      </w:r>
      <w:r>
        <w:rPr>
          <w:rFonts w:hint="eastAsia"/>
          <w:sz w:val="24"/>
        </w:rPr>
        <w:t>的因果关系</w:t>
      </w:r>
    </w:p>
    <w:p w14:paraId="5651D12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第五节犯罪的其他客观要件</w:t>
      </w:r>
    </w:p>
    <w:p w14:paraId="2C28E2B6">
      <w:pPr>
        <w:rPr>
          <w:sz w:val="24"/>
        </w:rPr>
      </w:pPr>
      <w:r>
        <w:rPr>
          <w:rFonts w:hint="eastAsia"/>
          <w:sz w:val="24"/>
        </w:rPr>
        <w:t>第七章犯罪主体</w:t>
      </w:r>
    </w:p>
    <w:p w14:paraId="5BC4654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第一节犯罪主体概述</w:t>
      </w:r>
    </w:p>
    <w:p w14:paraId="3663BC87">
      <w:pPr>
        <w:ind w:firstLine="240" w:firstLineChars="1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  <w:lang w:val="en-US" w:eastAsia="zh-CN"/>
        </w:rPr>
        <w:t>自然人犯罪主体</w:t>
      </w:r>
    </w:p>
    <w:p w14:paraId="08EFD27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  <w:lang w:val="en-US" w:eastAsia="zh-CN"/>
        </w:rPr>
        <w:t>单位犯罪主体</w:t>
      </w:r>
    </w:p>
    <w:p w14:paraId="27703862">
      <w:pPr>
        <w:rPr>
          <w:sz w:val="24"/>
        </w:rPr>
      </w:pPr>
      <w:r>
        <w:rPr>
          <w:rFonts w:hint="eastAsia"/>
          <w:sz w:val="24"/>
        </w:rPr>
        <w:t>第八章犯罪主观方面</w:t>
      </w:r>
    </w:p>
    <w:p w14:paraId="0734BCF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第一节犯罪主观方面概述</w:t>
      </w:r>
    </w:p>
    <w:p w14:paraId="297AC65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第二节犯罪故意</w:t>
      </w:r>
    </w:p>
    <w:p w14:paraId="556C04A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第三节犯罪过失</w:t>
      </w:r>
    </w:p>
    <w:p w14:paraId="2B5F65BD">
      <w:pPr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第四节犯罪目的和犯罪动机</w:t>
      </w:r>
    </w:p>
    <w:p w14:paraId="7D2C0506">
      <w:pPr>
        <w:ind w:firstLine="240" w:firstLineChars="1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  <w:lang w:val="en-US" w:eastAsia="zh-CN"/>
        </w:rPr>
        <w:t>无罪过行为</w:t>
      </w:r>
    </w:p>
    <w:p w14:paraId="152594D2">
      <w:pPr>
        <w:ind w:firstLine="240" w:firstLineChars="100"/>
        <w:rPr>
          <w:sz w:val="24"/>
        </w:rPr>
      </w:pPr>
      <w:r>
        <w:rPr>
          <w:rFonts w:hint="eastAsia"/>
          <w:sz w:val="24"/>
          <w:lang w:val="en-US" w:eastAsia="zh-CN"/>
        </w:rPr>
        <w:t>第六节刑法上的认识错误</w:t>
      </w:r>
    </w:p>
    <w:p w14:paraId="08C05343">
      <w:pPr>
        <w:rPr>
          <w:sz w:val="24"/>
        </w:rPr>
      </w:pPr>
      <w:r>
        <w:rPr>
          <w:rFonts w:hint="eastAsia"/>
          <w:sz w:val="24"/>
        </w:rPr>
        <w:t>第九章正当行为</w:t>
      </w:r>
    </w:p>
    <w:p w14:paraId="2379044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第一节正当行为概述</w:t>
      </w:r>
    </w:p>
    <w:p w14:paraId="05C525E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第二节正当防卫</w:t>
      </w:r>
    </w:p>
    <w:p w14:paraId="0C46255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第三节紧急避险</w:t>
      </w:r>
    </w:p>
    <w:p w14:paraId="79B5D60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第四节其他正当行为</w:t>
      </w:r>
    </w:p>
    <w:p w14:paraId="6CE82847">
      <w:pPr>
        <w:rPr>
          <w:sz w:val="24"/>
        </w:rPr>
      </w:pPr>
      <w:r>
        <w:rPr>
          <w:rFonts w:hint="eastAsia"/>
          <w:sz w:val="24"/>
        </w:rPr>
        <w:t>第十章故意犯罪的停止形态</w:t>
      </w:r>
    </w:p>
    <w:p w14:paraId="1D2F21D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第一节故意犯罪停止形态概述</w:t>
      </w:r>
    </w:p>
    <w:p w14:paraId="12E2D37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第二节犯罪既遂形态</w:t>
      </w:r>
    </w:p>
    <w:p w14:paraId="6054486C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第三节犯罪预备形态</w:t>
      </w:r>
    </w:p>
    <w:p w14:paraId="66A7781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第四节犯罪未遂形态</w:t>
      </w:r>
    </w:p>
    <w:p w14:paraId="55FECBA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第五节犯罪中止形态</w:t>
      </w:r>
    </w:p>
    <w:p w14:paraId="2D8C2DA4">
      <w:pPr>
        <w:rPr>
          <w:sz w:val="24"/>
        </w:rPr>
      </w:pPr>
      <w:r>
        <w:rPr>
          <w:rFonts w:hint="eastAsia"/>
          <w:sz w:val="24"/>
        </w:rPr>
        <w:t>第十一章共同犯罪</w:t>
      </w:r>
    </w:p>
    <w:p w14:paraId="21C679C6">
      <w:pPr>
        <w:ind w:firstLine="240"/>
        <w:rPr>
          <w:sz w:val="24"/>
        </w:rPr>
      </w:pPr>
      <w:r>
        <w:rPr>
          <w:rFonts w:hint="eastAsia"/>
          <w:sz w:val="24"/>
        </w:rPr>
        <w:t>第一节共同犯罪概述</w:t>
      </w:r>
    </w:p>
    <w:p w14:paraId="5E49B946">
      <w:pPr>
        <w:ind w:firstLine="240"/>
      </w:pPr>
      <w:r>
        <w:rPr>
          <w:rFonts w:hint="eastAsia"/>
          <w:sz w:val="24"/>
        </w:rPr>
        <w:t>第二节共同犯罪的形式</w:t>
      </w:r>
    </w:p>
    <w:p w14:paraId="30EAE7E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第三节共同犯罪人的刑事责任</w:t>
      </w:r>
    </w:p>
    <w:p w14:paraId="3D026808">
      <w:pPr>
        <w:rPr>
          <w:sz w:val="24"/>
        </w:rPr>
      </w:pPr>
      <w:r>
        <w:rPr>
          <w:rFonts w:hint="eastAsia"/>
          <w:sz w:val="24"/>
        </w:rPr>
        <w:t>第十二章罪数</w:t>
      </w:r>
    </w:p>
    <w:p w14:paraId="4ED56415">
      <w:pPr>
        <w:ind w:firstLine="240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第一节罪数</w:t>
      </w:r>
      <w:r>
        <w:rPr>
          <w:rFonts w:hint="eastAsia"/>
          <w:sz w:val="24"/>
          <w:lang w:val="en-US" w:eastAsia="zh-CN"/>
        </w:rPr>
        <w:t>概述</w:t>
      </w:r>
    </w:p>
    <w:p w14:paraId="54117D2A">
      <w:pPr>
        <w:ind w:firstLine="240"/>
      </w:pPr>
      <w:r>
        <w:rPr>
          <w:rFonts w:hint="eastAsia"/>
          <w:sz w:val="24"/>
        </w:rPr>
        <w:t>第二节一罪的类型</w:t>
      </w:r>
    </w:p>
    <w:p w14:paraId="2B32CD0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第三节数罪的类型</w:t>
      </w:r>
    </w:p>
    <w:p w14:paraId="4D2BBA94">
      <w:pPr>
        <w:rPr>
          <w:sz w:val="24"/>
        </w:rPr>
      </w:pPr>
      <w:r>
        <w:rPr>
          <w:rFonts w:hint="eastAsia"/>
          <w:sz w:val="24"/>
        </w:rPr>
        <w:t>第十三章刑事责任</w:t>
      </w:r>
    </w:p>
    <w:p w14:paraId="7CD3B17F">
      <w:pPr>
        <w:ind w:firstLine="240"/>
        <w:rPr>
          <w:sz w:val="24"/>
        </w:rPr>
      </w:pPr>
      <w:r>
        <w:rPr>
          <w:rFonts w:hint="eastAsia"/>
          <w:sz w:val="24"/>
        </w:rPr>
        <w:t>第一节刑事责任概述</w:t>
      </w:r>
    </w:p>
    <w:p w14:paraId="5AC46F49">
      <w:pPr>
        <w:ind w:firstLine="240"/>
      </w:pPr>
      <w:r>
        <w:rPr>
          <w:rFonts w:hint="eastAsia"/>
          <w:sz w:val="24"/>
        </w:rPr>
        <w:t>第二节刑事责任的根据</w:t>
      </w:r>
    </w:p>
    <w:p w14:paraId="5A85E39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第三节刑事责任的解决方式</w:t>
      </w:r>
    </w:p>
    <w:p w14:paraId="48E56C8B">
      <w:pPr>
        <w:rPr>
          <w:sz w:val="24"/>
        </w:rPr>
      </w:pPr>
      <w:r>
        <w:rPr>
          <w:rFonts w:hint="eastAsia"/>
          <w:sz w:val="24"/>
        </w:rPr>
        <w:t>第十四章刑罚概述</w:t>
      </w:r>
    </w:p>
    <w:p w14:paraId="48172777">
      <w:pPr>
        <w:ind w:firstLine="240"/>
        <w:rPr>
          <w:sz w:val="24"/>
        </w:rPr>
      </w:pPr>
      <w:r>
        <w:rPr>
          <w:rFonts w:hint="eastAsia"/>
          <w:sz w:val="24"/>
        </w:rPr>
        <w:t>第一节刑罚的概念</w:t>
      </w:r>
    </w:p>
    <w:p w14:paraId="3AE19631">
      <w:pPr>
        <w:ind w:firstLine="240"/>
        <w:rPr>
          <w:sz w:val="24"/>
        </w:rPr>
      </w:pPr>
      <w:r>
        <w:rPr>
          <w:rFonts w:hint="eastAsia"/>
          <w:sz w:val="24"/>
        </w:rPr>
        <w:t>第二节刑罚的功能</w:t>
      </w:r>
    </w:p>
    <w:p w14:paraId="55B16C9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第三节刑罚的目的</w:t>
      </w:r>
    </w:p>
    <w:p w14:paraId="09B61CE9">
      <w:pPr>
        <w:rPr>
          <w:sz w:val="24"/>
        </w:rPr>
      </w:pPr>
      <w:r>
        <w:rPr>
          <w:rFonts w:hint="eastAsia"/>
          <w:sz w:val="24"/>
        </w:rPr>
        <w:t>第十五章刑罚的体系和种类</w:t>
      </w:r>
    </w:p>
    <w:p w14:paraId="7A8ECAC6">
      <w:pPr>
        <w:ind w:firstLine="240"/>
        <w:rPr>
          <w:sz w:val="24"/>
        </w:rPr>
      </w:pPr>
      <w:r>
        <w:rPr>
          <w:rFonts w:hint="eastAsia"/>
          <w:sz w:val="24"/>
        </w:rPr>
        <w:t>第一节刑罚的体系</w:t>
      </w:r>
    </w:p>
    <w:p w14:paraId="36C327A9">
      <w:pPr>
        <w:ind w:firstLine="240"/>
        <w:rPr>
          <w:sz w:val="24"/>
        </w:rPr>
      </w:pPr>
      <w:r>
        <w:rPr>
          <w:rFonts w:hint="eastAsia"/>
          <w:sz w:val="24"/>
        </w:rPr>
        <w:t>第二节主刑</w:t>
      </w:r>
    </w:p>
    <w:p w14:paraId="79FA072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第三节附加刑</w:t>
      </w:r>
    </w:p>
    <w:p w14:paraId="5A01DB7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第四节非刑罚处理方法</w:t>
      </w:r>
    </w:p>
    <w:p w14:paraId="7885AE07">
      <w:pPr>
        <w:rPr>
          <w:sz w:val="24"/>
        </w:rPr>
      </w:pPr>
      <w:r>
        <w:rPr>
          <w:rFonts w:hint="eastAsia"/>
          <w:sz w:val="24"/>
        </w:rPr>
        <w:t>第十六章刑罚的裁量</w:t>
      </w:r>
    </w:p>
    <w:p w14:paraId="1344AAB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第一节刑罚裁量概述</w:t>
      </w:r>
    </w:p>
    <w:p w14:paraId="47A10D1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第二节刑罚裁量原则</w:t>
      </w:r>
    </w:p>
    <w:p w14:paraId="29E5620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第三节刑罚裁量情节</w:t>
      </w:r>
    </w:p>
    <w:p w14:paraId="0821ADE2">
      <w:pPr>
        <w:rPr>
          <w:sz w:val="24"/>
        </w:rPr>
      </w:pPr>
      <w:r>
        <w:rPr>
          <w:rFonts w:hint="eastAsia"/>
          <w:sz w:val="24"/>
        </w:rPr>
        <w:t>第十七章刑罚裁量制度</w:t>
      </w:r>
    </w:p>
    <w:p w14:paraId="5BEB8C72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第一节累犯</w:t>
      </w:r>
    </w:p>
    <w:p w14:paraId="183C5A54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第二节自首、坦白与立功</w:t>
      </w:r>
    </w:p>
    <w:p w14:paraId="0E4D30A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第三节数罪并罚</w:t>
      </w:r>
    </w:p>
    <w:p w14:paraId="02C9277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第四节缓刑</w:t>
      </w:r>
    </w:p>
    <w:p w14:paraId="3ED7200B">
      <w:pPr>
        <w:rPr>
          <w:sz w:val="24"/>
        </w:rPr>
      </w:pPr>
      <w:r>
        <w:rPr>
          <w:rFonts w:hint="eastAsia"/>
          <w:sz w:val="24"/>
        </w:rPr>
        <w:t>第十八章刑罚执行制度</w:t>
      </w:r>
    </w:p>
    <w:p w14:paraId="558EC7E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第一节减刑</w:t>
      </w:r>
    </w:p>
    <w:p w14:paraId="4092E7E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第二节假释</w:t>
      </w:r>
    </w:p>
    <w:p w14:paraId="2D6F19DD">
      <w:pPr>
        <w:rPr>
          <w:sz w:val="24"/>
        </w:rPr>
      </w:pPr>
      <w:r>
        <w:rPr>
          <w:rFonts w:hint="eastAsia"/>
          <w:sz w:val="24"/>
        </w:rPr>
        <w:t>第十九章刑罚的消灭</w:t>
      </w:r>
    </w:p>
    <w:p w14:paraId="5950DEB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第一节刑罚消灭概述</w:t>
      </w:r>
    </w:p>
    <w:p w14:paraId="10BA73D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第二节时效</w:t>
      </w:r>
    </w:p>
    <w:p w14:paraId="30D3A2B2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第三节赦免</w:t>
      </w:r>
    </w:p>
    <w:p w14:paraId="539993CF">
      <w:pPr>
        <w:rPr>
          <w:sz w:val="24"/>
        </w:rPr>
      </w:pPr>
      <w:r>
        <w:rPr>
          <w:rFonts w:hint="eastAsia"/>
          <w:sz w:val="24"/>
        </w:rPr>
        <w:t>下编刑法各论</w:t>
      </w:r>
    </w:p>
    <w:p w14:paraId="68505599">
      <w:pPr>
        <w:rPr>
          <w:sz w:val="24"/>
        </w:rPr>
      </w:pPr>
      <w:r>
        <w:rPr>
          <w:rFonts w:hint="eastAsia"/>
          <w:sz w:val="24"/>
        </w:rPr>
        <w:t>第二十章刑法各论概述</w:t>
      </w:r>
    </w:p>
    <w:p w14:paraId="0689747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第一节刑法各论与刑法总论的关系</w:t>
      </w:r>
    </w:p>
    <w:p w14:paraId="25EC3A5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第二节刑法分则的体系</w:t>
      </w:r>
    </w:p>
    <w:p w14:paraId="2D6F565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第三节具体犯罪条文的构成</w:t>
      </w:r>
    </w:p>
    <w:p w14:paraId="4D31A2A2">
      <w:pPr>
        <w:rPr>
          <w:sz w:val="24"/>
        </w:rPr>
      </w:pPr>
      <w:r>
        <w:rPr>
          <w:rFonts w:hint="eastAsia"/>
          <w:sz w:val="24"/>
        </w:rPr>
        <w:t>第二十一章危害国家安全罪</w:t>
      </w:r>
    </w:p>
    <w:p w14:paraId="72D0A83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第一节危害国家安全罪概述</w:t>
      </w:r>
    </w:p>
    <w:p w14:paraId="0583C8E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第二节危害国家安全罪分述</w:t>
      </w:r>
    </w:p>
    <w:p w14:paraId="4726AD2D">
      <w:pPr>
        <w:rPr>
          <w:sz w:val="24"/>
        </w:rPr>
      </w:pPr>
      <w:r>
        <w:rPr>
          <w:rFonts w:hint="eastAsia"/>
          <w:sz w:val="24"/>
        </w:rPr>
        <w:t>第二十二章危害公共安全罪</w:t>
      </w:r>
    </w:p>
    <w:p w14:paraId="5EEC494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第一节危害公共安全罪概述</w:t>
      </w:r>
    </w:p>
    <w:p w14:paraId="4F9B5BB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第二节危害公共安全罪分述</w:t>
      </w:r>
    </w:p>
    <w:p w14:paraId="3B9D78DA">
      <w:pPr>
        <w:rPr>
          <w:sz w:val="24"/>
        </w:rPr>
      </w:pPr>
      <w:r>
        <w:rPr>
          <w:rFonts w:hint="eastAsia"/>
          <w:sz w:val="24"/>
        </w:rPr>
        <w:t>第二十三章破坏社会主义市场经济秩序罪</w:t>
      </w:r>
    </w:p>
    <w:p w14:paraId="6DBB692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第一节破坏社会主义市场经济秩序罪概述</w:t>
      </w:r>
    </w:p>
    <w:p w14:paraId="6EE580E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第二节生产、销售伪劣商品罪</w:t>
      </w:r>
    </w:p>
    <w:p w14:paraId="762B691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第三节走私罪</w:t>
      </w:r>
    </w:p>
    <w:p w14:paraId="23C77EA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第四节妨害对公司、企业的管理秩序罪</w:t>
      </w:r>
    </w:p>
    <w:p w14:paraId="19E04424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第五节破坏金融管理秩序罪</w:t>
      </w:r>
    </w:p>
    <w:p w14:paraId="5BB30DA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第六节金融诈骗罪</w:t>
      </w:r>
    </w:p>
    <w:p w14:paraId="1B65BAD5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第七节危害税收征管罪</w:t>
      </w:r>
    </w:p>
    <w:p w14:paraId="7CD20BC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第八节侵犯知识产权罪</w:t>
      </w:r>
    </w:p>
    <w:p w14:paraId="0151CA5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第九节扰乱市场秩序罪</w:t>
      </w:r>
    </w:p>
    <w:p w14:paraId="03723A76">
      <w:pPr>
        <w:rPr>
          <w:sz w:val="24"/>
        </w:rPr>
      </w:pPr>
      <w:r>
        <w:rPr>
          <w:rFonts w:hint="eastAsia"/>
          <w:sz w:val="24"/>
        </w:rPr>
        <w:t>第二十四章侵犯公民人身权利、民主权利罪</w:t>
      </w:r>
    </w:p>
    <w:p w14:paraId="2D08250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第一节侵犯公民人身权利、民主权利罪概述</w:t>
      </w:r>
    </w:p>
    <w:p w14:paraId="168B5F1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第二节侵犯公民人身权利、民主权利罪分述</w:t>
      </w:r>
    </w:p>
    <w:p w14:paraId="3A7CD371">
      <w:pPr>
        <w:rPr>
          <w:sz w:val="24"/>
        </w:rPr>
      </w:pPr>
      <w:r>
        <w:rPr>
          <w:rFonts w:hint="eastAsia"/>
          <w:sz w:val="24"/>
        </w:rPr>
        <w:t>第二十五章侵犯财产罪</w:t>
      </w:r>
    </w:p>
    <w:p w14:paraId="5247C1B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第一节侵犯财产罪概述</w:t>
      </w:r>
    </w:p>
    <w:p w14:paraId="2774B9BF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第二节侵犯财产罪分述</w:t>
      </w:r>
    </w:p>
    <w:p w14:paraId="7A10D528">
      <w:pPr>
        <w:rPr>
          <w:sz w:val="24"/>
        </w:rPr>
      </w:pPr>
      <w:r>
        <w:rPr>
          <w:rFonts w:hint="eastAsia"/>
          <w:sz w:val="24"/>
        </w:rPr>
        <w:t>第二十六章妨害社会管理秩序罪</w:t>
      </w:r>
    </w:p>
    <w:p w14:paraId="2E0AA04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第一节妨害社会管理秩序罪概述</w:t>
      </w:r>
    </w:p>
    <w:p w14:paraId="4228142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第二节扰乱公共秩序罪</w:t>
      </w:r>
    </w:p>
    <w:p w14:paraId="613A23F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第三节妨害司法罪</w:t>
      </w:r>
    </w:p>
    <w:p w14:paraId="6F297B07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第四节妨害国（边）境管理罪</w:t>
      </w:r>
    </w:p>
    <w:p w14:paraId="5C6056D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第五节妨害文物管理罪</w:t>
      </w:r>
    </w:p>
    <w:p w14:paraId="2B8BF5B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第六节危害公共卫生罪</w:t>
      </w:r>
    </w:p>
    <w:p w14:paraId="646EEE78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第七节破坏环境资源保护罪</w:t>
      </w:r>
    </w:p>
    <w:p w14:paraId="64CFC8E6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第八节走私、贩卖、运输、制造毒品罪</w:t>
      </w:r>
    </w:p>
    <w:p w14:paraId="6B8120A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第九节组织、强迫、引诱、容留、介绍卖淫罪</w:t>
      </w:r>
    </w:p>
    <w:p w14:paraId="654C46AA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第十节制作、贩卖、传播淫秽物品罪</w:t>
      </w:r>
    </w:p>
    <w:p w14:paraId="0FB44C01">
      <w:pPr>
        <w:rPr>
          <w:sz w:val="24"/>
        </w:rPr>
      </w:pPr>
      <w:r>
        <w:rPr>
          <w:rFonts w:hint="eastAsia"/>
          <w:sz w:val="24"/>
        </w:rPr>
        <w:t>第二十七章危害国防利益罪</w:t>
      </w:r>
    </w:p>
    <w:p w14:paraId="60C2428B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第一节危害国防利益罪概述</w:t>
      </w:r>
    </w:p>
    <w:p w14:paraId="6B75705D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第二节危害国防利益罪分述</w:t>
      </w:r>
    </w:p>
    <w:p w14:paraId="0EC4D535">
      <w:pPr>
        <w:rPr>
          <w:sz w:val="24"/>
        </w:rPr>
      </w:pPr>
      <w:r>
        <w:rPr>
          <w:rFonts w:hint="eastAsia"/>
          <w:sz w:val="24"/>
        </w:rPr>
        <w:t>第二十八章贪污贿赂罪</w:t>
      </w:r>
    </w:p>
    <w:p w14:paraId="4E3D0160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第一节贪污贿赂罪概述</w:t>
      </w:r>
    </w:p>
    <w:p w14:paraId="02984829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第二节贪污贿赂罪分述</w:t>
      </w:r>
    </w:p>
    <w:p w14:paraId="0515C885">
      <w:pPr>
        <w:rPr>
          <w:sz w:val="24"/>
        </w:rPr>
      </w:pPr>
      <w:r>
        <w:rPr>
          <w:rFonts w:hint="eastAsia"/>
          <w:sz w:val="24"/>
        </w:rPr>
        <w:t>第二十九章渎职罪</w:t>
      </w:r>
    </w:p>
    <w:p w14:paraId="6EA7AEC1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第一节渎职罪概述</w:t>
      </w:r>
    </w:p>
    <w:p w14:paraId="746360AE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第二节渎职罪分述</w:t>
      </w:r>
    </w:p>
    <w:p w14:paraId="7FAB6616">
      <w:pPr>
        <w:rPr>
          <w:sz w:val="24"/>
        </w:rPr>
      </w:pPr>
      <w:r>
        <w:rPr>
          <w:rFonts w:hint="eastAsia"/>
          <w:sz w:val="24"/>
        </w:rPr>
        <w:t>第三十章军人违反职责罪</w:t>
      </w:r>
    </w:p>
    <w:p w14:paraId="744D14D2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第一节军人违反职责罪概述</w:t>
      </w:r>
    </w:p>
    <w:p w14:paraId="6FDA55A3">
      <w:pPr>
        <w:ind w:firstLine="240" w:firstLineChars="100"/>
        <w:rPr>
          <w:sz w:val="24"/>
        </w:rPr>
      </w:pPr>
      <w:r>
        <w:rPr>
          <w:rFonts w:hint="eastAsia"/>
          <w:sz w:val="24"/>
        </w:rPr>
        <w:t>第二节军人违反职责罪分述</w:t>
      </w:r>
    </w:p>
    <w:p w14:paraId="03A2BBE6">
      <w:pPr>
        <w:rPr>
          <w:rFonts w:ascii="宋体"/>
          <w:sz w:val="28"/>
          <w:szCs w:val="28"/>
        </w:rPr>
      </w:pP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67775A0"/>
    <w:rsid w:val="09604808"/>
    <w:rsid w:val="1813163E"/>
    <w:rsid w:val="23684F3E"/>
    <w:rsid w:val="39B73BCB"/>
    <w:rsid w:val="3C522A41"/>
    <w:rsid w:val="3DF32FC8"/>
    <w:rsid w:val="518E34BC"/>
    <w:rsid w:val="644C7B14"/>
    <w:rsid w:val="6A480362"/>
    <w:rsid w:val="6DD727AC"/>
    <w:rsid w:val="76544B51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12</Pages>
  <Words>5018</Words>
  <Characters>5025</Characters>
  <Lines>0</Lines>
  <Paragraphs>0</Paragraphs>
  <TotalTime>10</TotalTime>
  <ScaleCrop>false</ScaleCrop>
  <LinksUpToDate>false</LinksUpToDate>
  <CharactersWithSpaces>5033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2025-09-16T06:26:25Z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D6275D58E0464CADA9198D9019063EDD_13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