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A3A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FA1EE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616</w:t>
      </w:r>
    </w:p>
    <w:p w14:paraId="3AC1530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马克思主义基本理论</w:t>
      </w:r>
    </w:p>
    <w:p w14:paraId="2EF7C5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2D19274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eastAsiaTheme="minorEastAsia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/>
          <w:b/>
          <w:bCs/>
          <w:sz w:val="30"/>
          <w:szCs w:val="30"/>
          <w:highlight w:val="none"/>
          <w:lang w:val="en-US" w:eastAsia="zh-CN"/>
        </w:rPr>
        <w:t>马克思主义基本理论考试大纲</w:t>
      </w:r>
    </w:p>
    <w:p w14:paraId="7196DF2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 w14:paraId="417CDFD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导 论</w:t>
      </w:r>
    </w:p>
    <w:p w14:paraId="16836BF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一、什么是马克思主义</w:t>
      </w:r>
    </w:p>
    <w:p w14:paraId="2742416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二、马克思主义的创立与发展</w:t>
      </w:r>
    </w:p>
    <w:p w14:paraId="6C285C5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三、马克思主义的基本特征</w:t>
      </w:r>
    </w:p>
    <w:p w14:paraId="799343D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四、马克思主义的当代价值</w:t>
      </w:r>
      <w:bookmarkStart w:id="0" w:name="_GoBack"/>
      <w:bookmarkEnd w:id="0"/>
    </w:p>
    <w:p w14:paraId="7A55BE3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五、自觉学习和运用马克思主义</w:t>
      </w:r>
    </w:p>
    <w:p w14:paraId="7C5092E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第一章 世界的物质性及发展规律</w:t>
      </w:r>
    </w:p>
    <w:p w14:paraId="6A058C1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世界的多样性与物质统一性</w:t>
      </w:r>
    </w:p>
    <w:p w14:paraId="79E23B6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一、物质及其存在方式</w:t>
      </w:r>
    </w:p>
    <w:p w14:paraId="5975E6D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二、物质与意识的辩证关系</w:t>
      </w:r>
    </w:p>
    <w:p w14:paraId="5FB270A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三、世界的物质统一性</w:t>
      </w:r>
    </w:p>
    <w:p w14:paraId="0B121FF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事物的普遍联系和变化发展</w:t>
      </w:r>
    </w:p>
    <w:p w14:paraId="206F14A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一、联系和发展的普遍性</w:t>
      </w:r>
    </w:p>
    <w:p w14:paraId="1CD2F69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二、对立统一规律是事物发展的根本规律</w:t>
      </w:r>
    </w:p>
    <w:p w14:paraId="14B17EB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三、量变质变规律和否定之否定规律</w:t>
      </w:r>
    </w:p>
    <w:p w14:paraId="402F619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四、联系和发展的基本环节</w:t>
      </w:r>
    </w:p>
    <w:p w14:paraId="2D92E63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唯物辩证法是认识世界和改造世界的根本方法</w:t>
      </w:r>
    </w:p>
    <w:p w14:paraId="52ABF03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一、唯物辩证法的本质特征和认识功能</w:t>
      </w:r>
    </w:p>
    <w:p w14:paraId="28F6856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二、学习唯物辩证法，不断增强思维能力</w:t>
      </w:r>
    </w:p>
    <w:p w14:paraId="73AAFBB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第二章 实践与认识及其发展规律</w:t>
      </w:r>
    </w:p>
    <w:p w14:paraId="7F36763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实践与认识</w:t>
      </w:r>
    </w:p>
    <w:p w14:paraId="455E093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一、科学的实践观及其意义</w:t>
      </w:r>
    </w:p>
    <w:p w14:paraId="7E3CCBF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二、实践的本质与基本结构</w:t>
      </w:r>
    </w:p>
    <w:p w14:paraId="0FA2C40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三、认识的本质与过程</w:t>
      </w:r>
    </w:p>
    <w:p w14:paraId="6038BD6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四、实践与认识的辩证运动及其规律</w:t>
      </w:r>
    </w:p>
    <w:p w14:paraId="1BD4A68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真理与价值</w:t>
      </w:r>
    </w:p>
    <w:p w14:paraId="21C1FB7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一、真理的客观性、绝对性和相对性</w:t>
      </w:r>
    </w:p>
    <w:p w14:paraId="7636140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二、真理的检验标准</w:t>
      </w:r>
    </w:p>
    <w:p w14:paraId="1B4F62E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三、真理与价值的辩证统一</w:t>
      </w:r>
    </w:p>
    <w:p w14:paraId="374318A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认识世界和改造世界</w:t>
      </w:r>
    </w:p>
    <w:p w14:paraId="55AAA4B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一、认识世界的根本目的在于改造世界</w:t>
      </w:r>
    </w:p>
    <w:p w14:paraId="1AAE5ED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二、一切从实际出发，实事求是</w:t>
      </w:r>
    </w:p>
    <w:p w14:paraId="2AA2778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三、坚持守正创新，实现理论创新和实践创新的良性互动</w:t>
      </w:r>
    </w:p>
    <w:p w14:paraId="7221EA7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第三章 人类社会及其发展规律</w:t>
      </w:r>
    </w:p>
    <w:p w14:paraId="3D31FCD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人类社会的存在与发展</w:t>
      </w:r>
    </w:p>
    <w:p w14:paraId="248E304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一、社会存在与社会意识</w:t>
      </w:r>
    </w:p>
    <w:p w14:paraId="6C2E86A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二、社会基本矛盾及其运动规律</w:t>
      </w:r>
    </w:p>
    <w:p w14:paraId="497FA8D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三、人类普遍交往与世界历史的形成发展</w:t>
      </w:r>
    </w:p>
    <w:p w14:paraId="52B89BD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四、社会进步与社会形态更替</w:t>
      </w:r>
    </w:p>
    <w:p w14:paraId="20E8814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五、文明及其多样性</w:t>
      </w:r>
    </w:p>
    <w:p w14:paraId="12ABFEC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社会历史发展的动力</w:t>
      </w:r>
    </w:p>
    <w:p w14:paraId="54416EA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一、社会基本矛盾在历史发展中的作用</w:t>
      </w:r>
    </w:p>
    <w:p w14:paraId="71B705B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二、阶级斗争、社会革命在社会发展中的作用</w:t>
      </w:r>
    </w:p>
    <w:p w14:paraId="56B1E46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三、科学技术在社会发展中的作用</w:t>
      </w:r>
    </w:p>
    <w:p w14:paraId="19A6F69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四、文化在社会发展中的作用</w:t>
      </w:r>
    </w:p>
    <w:p w14:paraId="1E95FF5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人民群众在历史发展中的作用</w:t>
      </w:r>
    </w:p>
    <w:p w14:paraId="527E9D8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一、人民群众是历史的创造者</w:t>
      </w:r>
    </w:p>
    <w:p w14:paraId="29E8E9C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二、个人在社会历史中的作用</w:t>
      </w:r>
    </w:p>
    <w:p w14:paraId="34E57A7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三、群众、阶级、政党、领袖的关系</w:t>
      </w:r>
    </w:p>
    <w:p w14:paraId="10A38D3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第四章 资本主义的本质及规律</w:t>
      </w:r>
    </w:p>
    <w:p w14:paraId="66FCCA2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商品经济和价值规律</w:t>
      </w:r>
    </w:p>
    <w:p w14:paraId="197238D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一、商品经济的形成和发展</w:t>
      </w:r>
    </w:p>
    <w:p w14:paraId="69F0FAE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二、价值规律及其作用</w:t>
      </w:r>
    </w:p>
    <w:p w14:paraId="65B4DE8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三、以私有制为基础的商品经济的基本矛盾</w:t>
      </w:r>
    </w:p>
    <w:p w14:paraId="31FB46C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四、深刻认识马克思劳动价值论的当代价值</w:t>
      </w:r>
    </w:p>
    <w:p w14:paraId="5EFC109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资本主义经济制度</w:t>
      </w:r>
    </w:p>
    <w:p w14:paraId="6871F5C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一、资本主义经济制度的产生</w:t>
      </w:r>
    </w:p>
    <w:p w14:paraId="5A70A9A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二、劳动力成为商品与货币转化为资本</w:t>
      </w:r>
    </w:p>
    <w:p w14:paraId="5D64549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三、生产剩余价值是资本主义生产方式的绝对规律</w:t>
      </w:r>
    </w:p>
    <w:p w14:paraId="0E2FBA9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四、资本主义的基本矛盾与经济危机</w:t>
      </w:r>
    </w:p>
    <w:p w14:paraId="37E3451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资本主义上层建筑</w:t>
      </w:r>
    </w:p>
    <w:p w14:paraId="3486FD3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一、资本主义政治制度及其本质</w:t>
      </w:r>
    </w:p>
    <w:p w14:paraId="1CD66CE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二、资本主义意识形态及其本质</w:t>
      </w:r>
    </w:p>
    <w:p w14:paraId="43B9624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第五章 资本主义的发展及其趋势</w:t>
      </w:r>
    </w:p>
    <w:p w14:paraId="292DE87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垄断资本主义的形成与发展</w:t>
      </w:r>
    </w:p>
    <w:p w14:paraId="5D81ED0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一、资本主义从自由竞争到垄断</w:t>
      </w:r>
    </w:p>
    <w:p w14:paraId="3DCEB5C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二、垄断资本主义的发展</w:t>
      </w:r>
    </w:p>
    <w:p w14:paraId="061654F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三、经济全球化及其影响</w:t>
      </w:r>
    </w:p>
    <w:p w14:paraId="4D12A2E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正确认识当代资本主义的新变化</w:t>
      </w:r>
    </w:p>
    <w:p w14:paraId="001E09E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一、第二次世界大战后资本主义的变化及其实质</w:t>
      </w:r>
    </w:p>
    <w:p w14:paraId="425118C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二、当代资本主义变化的新特征</w:t>
      </w:r>
    </w:p>
    <w:p w14:paraId="23B40FB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三、世界大变局下资本主义的矛盾与冲突</w:t>
      </w:r>
    </w:p>
    <w:p w14:paraId="2BFDE3B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资本主义的历史地位和发展趋势</w:t>
      </w:r>
    </w:p>
    <w:p w14:paraId="15B59CB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一、资本主义的历史地位</w:t>
      </w:r>
    </w:p>
    <w:p w14:paraId="45D99CE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二、资本主义为社会主义所代替的历史必然性</w:t>
      </w:r>
    </w:p>
    <w:p w14:paraId="6E993BF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第六章 社会主义的发展及其规律</w:t>
      </w:r>
    </w:p>
    <w:p w14:paraId="6EFD3EE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社会主义五百年的历史进程</w:t>
      </w:r>
    </w:p>
    <w:p w14:paraId="4DB51A9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一、社会主义从空想到科学</w:t>
      </w:r>
    </w:p>
    <w:p w14:paraId="5009510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二、社会主义从理想到现实、从一国到多国的发展</w:t>
      </w:r>
    </w:p>
    <w:p w14:paraId="2EC7B29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三、社会主义在中国焕发出蓬勃生机</w:t>
      </w:r>
    </w:p>
    <w:p w14:paraId="12CA430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科学社会主义基本原则</w:t>
      </w:r>
    </w:p>
    <w:p w14:paraId="71CFEA9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一、科学社会主义基本原则的主要内容</w:t>
      </w:r>
    </w:p>
    <w:p w14:paraId="6B33F64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二、正确把握科学社会主义基本原则</w:t>
      </w:r>
    </w:p>
    <w:p w14:paraId="5D489D3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三、科学社会主义基本原则与中国特色社会主义</w:t>
      </w:r>
    </w:p>
    <w:p w14:paraId="0B7F981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在实践中探索社会主义的发展规律</w:t>
      </w:r>
    </w:p>
    <w:p w14:paraId="5742C17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一、社会主义建设过程的长期性</w:t>
      </w:r>
    </w:p>
    <w:p w14:paraId="41B198E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二、社会主义发展道路的多样性</w:t>
      </w:r>
    </w:p>
    <w:p w14:paraId="28EE14F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三、社会主义在实践中开拓前进</w:t>
      </w:r>
    </w:p>
    <w:p w14:paraId="6C63EC2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第七章 共产主义崇高理想及其最终实现</w:t>
      </w:r>
    </w:p>
    <w:p w14:paraId="71491B5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展望未来共产主义新社会</w:t>
      </w:r>
    </w:p>
    <w:p w14:paraId="4F67231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一、预见未来社会的方法论原则</w:t>
      </w:r>
    </w:p>
    <w:p w14:paraId="10689F5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二、共产主义社会的基本特征</w:t>
      </w:r>
    </w:p>
    <w:p w14:paraId="3BC392E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实现共产主义是历史发展的必然趋势</w:t>
      </w:r>
    </w:p>
    <w:p w14:paraId="3336E8A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一、实现共产主义是历史发展的必然</w:t>
      </w:r>
    </w:p>
    <w:p w14:paraId="766B7F8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二、实现共产主义是长期的历史过程</w:t>
      </w:r>
    </w:p>
    <w:p w14:paraId="74ADC05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共产主义远大理想与中国特色社会主义共同理想</w:t>
      </w:r>
    </w:p>
    <w:p w14:paraId="54476F1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一、坚持远大理想与共同理想的辩证统一</w:t>
      </w:r>
    </w:p>
    <w:p w14:paraId="3A5ECB9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二、坚定理想信念，投身新时代中国特色社会主义伟大事业</w:t>
      </w:r>
    </w:p>
    <w:p w14:paraId="441E6A56">
      <w:pPr>
        <w:rPr>
          <w:rFonts w:ascii="宋体"/>
          <w:sz w:val="28"/>
          <w:szCs w:val="28"/>
        </w:rPr>
      </w:pPr>
    </w:p>
    <w:p w14:paraId="05C6D506">
      <w:pPr>
        <w:rPr>
          <w:rFonts w:ascii="宋体"/>
          <w:sz w:val="28"/>
          <w:szCs w:val="28"/>
        </w:rPr>
      </w:pPr>
    </w:p>
    <w:p w14:paraId="65ECD44F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23684F3E"/>
    <w:rsid w:val="3DF32FC8"/>
    <w:rsid w:val="4770597F"/>
    <w:rsid w:val="57125DE3"/>
    <w:rsid w:val="6A480362"/>
    <w:rsid w:val="6DD727AC"/>
    <w:rsid w:val="79FF1111"/>
    <w:rsid w:val="7E4A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0" w:beforeAutospacing="1" w:after="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2"/>
      <w:lang w:val="en-US" w:eastAsia="zh-CN" w:bidi="ar"/>
    </w:rPr>
  </w:style>
  <w:style w:type="character" w:customStyle="1" w:styleId="7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1500</Words>
  <Characters>1507</Characters>
  <Lines>0</Lines>
  <Paragraphs>0</Paragraphs>
  <TotalTime>3</TotalTime>
  <ScaleCrop>false</ScaleCrop>
  <LinksUpToDate>false</LinksUpToDate>
  <CharactersWithSpaces>1536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2025-09-16T07:30:11Z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13E781A608824B859B0376DB7DD5EF7C_13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