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4AAC9">
      <w:pPr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097BA0D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科目代码：624</w:t>
      </w:r>
    </w:p>
    <w:p w14:paraId="30260EB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科目名称：艺术学</w:t>
      </w:r>
      <w:bookmarkStart w:id="0" w:name="_GoBack"/>
      <w:bookmarkEnd w:id="0"/>
    </w:p>
    <w:p w14:paraId="1E37F9F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：150分</w:t>
      </w:r>
    </w:p>
    <w:p w14:paraId="2E12B302">
      <w:pPr>
        <w:rPr>
          <w:rFonts w:ascii="宋体" w:hAnsi="宋体" w:eastAsia="宋体"/>
          <w:sz w:val="28"/>
          <w:szCs w:val="28"/>
        </w:rPr>
      </w:pPr>
    </w:p>
    <w:p w14:paraId="14639FE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 艺术总论</w:t>
      </w:r>
    </w:p>
    <w:p w14:paraId="793DBB0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1.艺术的本质与特征</w:t>
      </w:r>
    </w:p>
    <w:p w14:paraId="745696A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艺术的本质</w:t>
      </w:r>
    </w:p>
    <w:p w14:paraId="2522756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艺术的特征</w:t>
      </w:r>
    </w:p>
    <w:p w14:paraId="7B2324D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2.艺术的起源</w:t>
      </w:r>
    </w:p>
    <w:p w14:paraId="2E4A7A10">
      <w:pPr>
        <w:rPr>
          <w:rFonts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中外</w:t>
      </w:r>
      <w:r>
        <w:rPr>
          <w:rFonts w:hint="eastAsia" w:ascii="宋体" w:hAnsi="宋体" w:eastAsia="宋体"/>
          <w:sz w:val="28"/>
          <w:szCs w:val="28"/>
          <w:highlight w:val="none"/>
        </w:rPr>
        <w:t>艺术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史上关于艺术</w:t>
      </w:r>
      <w:r>
        <w:rPr>
          <w:rFonts w:hint="eastAsia" w:ascii="宋体" w:hAnsi="宋体" w:eastAsia="宋体"/>
          <w:sz w:val="28"/>
          <w:szCs w:val="28"/>
          <w:highlight w:val="none"/>
        </w:rPr>
        <w:t>起源的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宋体" w:hAnsi="宋体" w:eastAsia="宋体"/>
          <w:sz w:val="28"/>
          <w:szCs w:val="28"/>
          <w:highlight w:val="none"/>
        </w:rPr>
        <w:t>种观点</w:t>
      </w:r>
    </w:p>
    <w:p w14:paraId="795BFF02">
      <w:p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艺术起源的第六种看法：多元决定论</w:t>
      </w:r>
    </w:p>
    <w:p w14:paraId="0ED2EB1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3.艺术的功能与艺术教育</w:t>
      </w:r>
    </w:p>
    <w:p w14:paraId="5B3C71D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艺术的社会功能</w:t>
      </w:r>
    </w:p>
    <w:p w14:paraId="2178DBE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艺术教育</w:t>
      </w:r>
    </w:p>
    <w:p w14:paraId="429467D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4.文化系统中的艺术</w:t>
      </w:r>
    </w:p>
    <w:p w14:paraId="12BCCE4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作为文化现象的艺术</w:t>
      </w:r>
    </w:p>
    <w:p w14:paraId="510006B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艺术与哲学</w:t>
      </w:r>
    </w:p>
    <w:p w14:paraId="373B867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艺术与宗教</w:t>
      </w:r>
    </w:p>
    <w:p w14:paraId="41BEB56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艺术与道德</w:t>
      </w:r>
    </w:p>
    <w:p w14:paraId="7757CEF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艺术与科学</w:t>
      </w:r>
    </w:p>
    <w:p w14:paraId="6E961E74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艺术体制</w:t>
      </w:r>
    </w:p>
    <w:p w14:paraId="33C24066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作为观念语境的艺术体制</w:t>
      </w:r>
    </w:p>
    <w:p w14:paraId="4C02DA77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作为机构网络的艺术体制</w:t>
      </w:r>
    </w:p>
    <w:p w14:paraId="5B434547">
      <w:pPr>
        <w:numPr>
          <w:ilvl w:val="0"/>
          <w:numId w:val="0"/>
        </w:numPr>
        <w:rPr>
          <w:rFonts w:hint="default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当代中国艺术体制</w:t>
      </w:r>
    </w:p>
    <w:p w14:paraId="2B5854BE">
      <w:pPr>
        <w:rPr>
          <w:rFonts w:hint="eastAsia" w:ascii="宋体" w:hAnsi="宋体" w:eastAsia="宋体"/>
          <w:sz w:val="28"/>
          <w:szCs w:val="28"/>
        </w:rPr>
      </w:pPr>
    </w:p>
    <w:p w14:paraId="45437F8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 艺术系统</w:t>
      </w:r>
    </w:p>
    <w:p w14:paraId="05AFEFB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1.艺术创作</w:t>
      </w:r>
    </w:p>
    <w:p w14:paraId="3899D91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艺术创作主体——艺术家</w:t>
      </w:r>
    </w:p>
    <w:p w14:paraId="298480C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艺术创作过程</w:t>
      </w:r>
    </w:p>
    <w:p w14:paraId="4BAC63E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艺术创作心理</w:t>
      </w:r>
    </w:p>
    <w:p w14:paraId="3306B31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艺术风格、艺术流派、艺术思潮</w:t>
      </w:r>
    </w:p>
    <w:p w14:paraId="324DE4E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2.艺术作品</w:t>
      </w:r>
    </w:p>
    <w:p w14:paraId="1083614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艺术作品的层次</w:t>
      </w:r>
    </w:p>
    <w:p w14:paraId="53ED39D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典型和意境</w:t>
      </w:r>
    </w:p>
    <w:p w14:paraId="32458795">
      <w:pP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中国传统艺术精神</w:t>
      </w:r>
    </w:p>
    <w:p w14:paraId="71392B1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3.艺术鉴赏</w:t>
      </w:r>
    </w:p>
    <w:p w14:paraId="73AE406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艺术鉴赏的一般规律</w:t>
      </w:r>
    </w:p>
    <w:p w14:paraId="5ADBD81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艺术鉴赏的审美心理</w:t>
      </w:r>
    </w:p>
    <w:p w14:paraId="16DC175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艺术鉴赏的审美过程</w:t>
      </w:r>
    </w:p>
    <w:p w14:paraId="158BEBB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艺术鉴赏与艺术批评</w:t>
      </w:r>
    </w:p>
    <w:p w14:paraId="3845F77D">
      <w:pPr>
        <w:rPr>
          <w:rFonts w:ascii="宋体" w:hAnsi="宋体" w:eastAsia="宋体"/>
          <w:sz w:val="28"/>
          <w:szCs w:val="28"/>
        </w:rPr>
      </w:pPr>
    </w:p>
    <w:p w14:paraId="41CAD8C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第三部分 艺术种类</w:t>
      </w:r>
    </w:p>
    <w:p w14:paraId="43DCB64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1.实用艺术</w:t>
      </w:r>
    </w:p>
    <w:p w14:paraId="5FC269F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实用艺术的主要种类</w:t>
      </w:r>
    </w:p>
    <w:p w14:paraId="42E46B0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实用艺术的审美特征</w:t>
      </w:r>
    </w:p>
    <w:p w14:paraId="590C571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2.造型艺术</w:t>
      </w:r>
    </w:p>
    <w:p w14:paraId="3D86770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造型艺术的主要种类</w:t>
      </w:r>
    </w:p>
    <w:p w14:paraId="5A89ABA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造型艺术的审美特征</w:t>
      </w:r>
    </w:p>
    <w:p w14:paraId="4BA3A59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3.表情艺术</w:t>
      </w:r>
    </w:p>
    <w:p w14:paraId="242F15D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表情艺术的主要种类</w:t>
      </w:r>
    </w:p>
    <w:p w14:paraId="7C6A418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表情艺术的审美特征</w:t>
      </w:r>
    </w:p>
    <w:p w14:paraId="67A3B99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4.综合艺术</w:t>
      </w:r>
    </w:p>
    <w:p w14:paraId="06E16CE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综合艺术的主要种类</w:t>
      </w:r>
    </w:p>
    <w:p w14:paraId="633CF14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综合艺术的审美特征</w:t>
      </w:r>
    </w:p>
    <w:p w14:paraId="5D832D82">
      <w:pP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中外综合艺术经典作品</w:t>
      </w:r>
    </w:p>
    <w:p w14:paraId="2D1B295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5.语言艺术</w:t>
      </w:r>
    </w:p>
    <w:p w14:paraId="3CC5E63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语言艺术的主要载体</w:t>
      </w:r>
    </w:p>
    <w:p w14:paraId="5C419AF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语言艺术的审美特征</w:t>
      </w:r>
    </w:p>
    <w:p w14:paraId="5464B493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6.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新媒介艺术</w:t>
      </w:r>
    </w:p>
    <w:p w14:paraId="7418E1A2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数字革命与新媒介的兴起</w:t>
      </w:r>
    </w:p>
    <w:p w14:paraId="7EB6C8DD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新媒介艺术：科技与艺术的交融</w:t>
      </w:r>
    </w:p>
    <w:p w14:paraId="4447C5CE">
      <w:pPr>
        <w:numPr>
          <w:ilvl w:val="0"/>
          <w:numId w:val="0"/>
        </w:numPr>
        <w:rPr>
          <w:rFonts w:hint="default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新媒介艺术的类别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NGFkMDg1MTcwOWM5YzdiYjU5YmQzY2UwYzU0ZDE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0A8F8DEA"/>
    <w:rsid w:val="0BCD569A"/>
    <w:rsid w:val="0E90300B"/>
    <w:rsid w:val="16CA4563"/>
    <w:rsid w:val="22CE233C"/>
    <w:rsid w:val="24061E39"/>
    <w:rsid w:val="2C5862FE"/>
    <w:rsid w:val="35C276E9"/>
    <w:rsid w:val="51904428"/>
    <w:rsid w:val="5FDC9F1C"/>
    <w:rsid w:val="6A480362"/>
    <w:rsid w:val="6DD727AC"/>
    <w:rsid w:val="7B66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496</Words>
  <Characters>517</Characters>
  <Lines>0</Lines>
  <Paragraphs>0</Paragraphs>
  <TotalTime>115</TotalTime>
  <ScaleCrop>false</ScaleCrop>
  <LinksUpToDate>false</LinksUpToDate>
  <CharactersWithSpaces>520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2019-07-11T00:21:00Z</dcterms:created>
  <dc:creator>hp</dc:creator>
  <cp:lastModifiedBy>夭桃秾李</cp:lastModifiedBy>
  <dcterms:modified xsi:type="dcterms:W3CDTF">2025-07-15T03:21:35Z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C7899917C5E5DBF1F516A564A625A365_43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